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F041C82" w14:textId="77777777" w:rsidR="005A4108" w:rsidRPr="005A4108" w:rsidRDefault="00ED260D" w:rsidP="005A4108">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5A4108" w:rsidRPr="005A4108">
        <w:rPr>
          <w:rFonts w:asciiTheme="minorHAnsi" w:hAnsiTheme="minorHAnsi"/>
          <w:b/>
          <w:sz w:val="48"/>
          <w:szCs w:val="48"/>
        </w:rPr>
        <w:t xml:space="preserve">Zvýšení bezpečnosti na přejezdech P1323, P1344, P1345, P1371, P1387 a P1397 </w:t>
      </w:r>
    </w:p>
    <w:p w14:paraId="25944573" w14:textId="236956C7" w:rsidR="00ED260D" w:rsidRPr="00ED260D" w:rsidRDefault="005A4108" w:rsidP="00ED260D">
      <w:pPr>
        <w:tabs>
          <w:tab w:val="left" w:pos="6796"/>
        </w:tabs>
        <w:spacing w:after="0" w:line="264" w:lineRule="auto"/>
        <w:rPr>
          <w:rFonts w:asciiTheme="minorHAnsi" w:hAnsiTheme="minorHAnsi"/>
          <w:b/>
          <w:sz w:val="48"/>
          <w:szCs w:val="48"/>
        </w:rPr>
      </w:pPr>
      <w:r w:rsidRPr="005A4108">
        <w:rPr>
          <w:rFonts w:asciiTheme="minorHAnsi" w:hAnsiTheme="minorHAnsi"/>
          <w:b/>
          <w:sz w:val="48"/>
          <w:szCs w:val="48"/>
        </w:rPr>
        <w:t>na trati Březnice - Strakonice</w:t>
      </w:r>
      <w:r w:rsidR="00ED260D"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7698DB2B" w14:textId="77777777" w:rsidR="005A4108" w:rsidRDefault="005A4108" w:rsidP="005A4108">
      <w:pPr>
        <w:pStyle w:val="Nadpisbezsl1-2"/>
        <w:spacing w:before="0" w:after="0"/>
      </w:pPr>
      <w:r>
        <w:t>„Zvýšení bezpečnosti na přejezdu P1323 v km 11,962 na trati Březnice - Strakonice“</w:t>
      </w:r>
    </w:p>
    <w:p w14:paraId="611D0132" w14:textId="3A78C846" w:rsidR="005A4108" w:rsidRDefault="005A4108" w:rsidP="005A4108">
      <w:pPr>
        <w:pStyle w:val="Nadpisbezsl1-2"/>
        <w:spacing w:before="0" w:after="0"/>
      </w:pPr>
      <w:r>
        <w:t>(</w:t>
      </w:r>
      <w:r w:rsidRPr="00C74323">
        <w:rPr>
          <w:b w:val="0"/>
        </w:rPr>
        <w:t>dále jen</w:t>
      </w:r>
      <w:r>
        <w:t xml:space="preserve"> „Stavba 1“)</w:t>
      </w:r>
    </w:p>
    <w:p w14:paraId="30C3CFAE" w14:textId="77777777" w:rsidR="005A4108" w:rsidRDefault="005A4108" w:rsidP="005A4108">
      <w:pPr>
        <w:pStyle w:val="Nadpisbezsl1-2"/>
        <w:spacing w:before="0" w:after="0"/>
      </w:pPr>
      <w:r>
        <w:t>„Zvýšení bezpečnosti na přejezdu P1344 v km 21,823 na trati Březnice - Strakonice“</w:t>
      </w:r>
    </w:p>
    <w:p w14:paraId="63030AFE" w14:textId="6FF44FD3" w:rsidR="005A4108" w:rsidRDefault="005A4108" w:rsidP="005A4108">
      <w:pPr>
        <w:pStyle w:val="Nadpisbezsl1-2"/>
        <w:spacing w:before="0" w:after="0"/>
      </w:pPr>
      <w:r>
        <w:t xml:space="preserve"> (</w:t>
      </w:r>
      <w:r w:rsidRPr="00C74323">
        <w:rPr>
          <w:b w:val="0"/>
        </w:rPr>
        <w:t>dále jen</w:t>
      </w:r>
      <w:r>
        <w:t xml:space="preserve"> „Stavba 2“)</w:t>
      </w:r>
    </w:p>
    <w:p w14:paraId="06C9A8BD" w14:textId="77777777" w:rsidR="005A4108" w:rsidRDefault="005A4108" w:rsidP="005A4108">
      <w:pPr>
        <w:pStyle w:val="Nadpisbezsl1-2"/>
        <w:spacing w:before="0" w:after="0"/>
      </w:pPr>
      <w:r>
        <w:t>„Zvýšení bezpečnosti na přejezdu P1345 v km 21,938 na trati Březnice - Strakonice“</w:t>
      </w:r>
    </w:p>
    <w:p w14:paraId="015B14CF" w14:textId="2F5C9370" w:rsidR="005A4108" w:rsidRDefault="005A4108" w:rsidP="005A4108">
      <w:pPr>
        <w:pStyle w:val="Nadpisbezsl1-2"/>
        <w:spacing w:before="0" w:after="0"/>
      </w:pPr>
      <w:r>
        <w:t xml:space="preserve"> (</w:t>
      </w:r>
      <w:r w:rsidRPr="00C74323">
        <w:rPr>
          <w:b w:val="0"/>
        </w:rPr>
        <w:t>dále jen</w:t>
      </w:r>
      <w:r>
        <w:t xml:space="preserve"> „Stavba 3“)</w:t>
      </w:r>
    </w:p>
    <w:p w14:paraId="1E39FAE1" w14:textId="77777777" w:rsidR="005A4108" w:rsidRDefault="005A4108" w:rsidP="005A4108">
      <w:pPr>
        <w:pStyle w:val="Nadpisbezsl1-2"/>
        <w:spacing w:before="0" w:after="0"/>
      </w:pPr>
      <w:r>
        <w:t>„Zvýšení bezpečnosti na přejezdu P1371 v km 35,051 na trati Březnice - Strakonice“</w:t>
      </w:r>
    </w:p>
    <w:p w14:paraId="315A4DA0" w14:textId="6A19E692" w:rsidR="005A4108" w:rsidRDefault="005A4108" w:rsidP="005A4108">
      <w:pPr>
        <w:pStyle w:val="Nadpisbezsl1-2"/>
        <w:spacing w:before="0" w:after="0"/>
      </w:pPr>
      <w:r>
        <w:t xml:space="preserve"> (</w:t>
      </w:r>
      <w:r w:rsidRPr="00C74323">
        <w:rPr>
          <w:b w:val="0"/>
        </w:rPr>
        <w:t>dále jen</w:t>
      </w:r>
      <w:r>
        <w:t xml:space="preserve"> „Stavba 4“)</w:t>
      </w:r>
    </w:p>
    <w:p w14:paraId="7060C7D4" w14:textId="77777777" w:rsidR="005A4108" w:rsidRDefault="005A4108" w:rsidP="005A4108">
      <w:pPr>
        <w:pStyle w:val="Nadpisbezsl1-2"/>
        <w:spacing w:before="0" w:after="0"/>
      </w:pPr>
      <w:r>
        <w:t>„Zvýšení bezpečnosti na přejezdu P1387 v km 42,253 na trati Březnice - Strakonice“</w:t>
      </w:r>
    </w:p>
    <w:p w14:paraId="4BDF0A43" w14:textId="2DB17E70" w:rsidR="005A4108" w:rsidRDefault="005A4108" w:rsidP="005A4108">
      <w:pPr>
        <w:pStyle w:val="Nadpisbezsl1-2"/>
        <w:spacing w:before="0" w:after="0"/>
      </w:pPr>
      <w:r>
        <w:t xml:space="preserve"> (</w:t>
      </w:r>
      <w:r w:rsidRPr="00C74323">
        <w:rPr>
          <w:b w:val="0"/>
        </w:rPr>
        <w:t>dále jen</w:t>
      </w:r>
      <w:r>
        <w:t xml:space="preserve"> „Stavba 5“)</w:t>
      </w:r>
    </w:p>
    <w:p w14:paraId="46998056" w14:textId="77777777" w:rsidR="005A4108" w:rsidRDefault="005A4108" w:rsidP="005A4108">
      <w:pPr>
        <w:pStyle w:val="Nadpisbezsl1-2"/>
        <w:spacing w:before="0" w:after="0"/>
      </w:pPr>
      <w:r>
        <w:t>„Zvýšení bezpečnosti na přejezdu P1397 v km 46,112 na trati Březnice - Strakonice“</w:t>
      </w:r>
    </w:p>
    <w:p w14:paraId="09DD2E79" w14:textId="6D012730" w:rsidR="005A4108" w:rsidRDefault="005A4108" w:rsidP="005A4108">
      <w:pPr>
        <w:pStyle w:val="Nadpisbezsl1-2"/>
        <w:spacing w:before="0" w:after="0"/>
      </w:pPr>
      <w:r>
        <w:t xml:space="preserve"> (</w:t>
      </w:r>
      <w:r w:rsidRPr="00C74323">
        <w:rPr>
          <w:b w:val="0"/>
        </w:rPr>
        <w:t>dále jen</w:t>
      </w:r>
      <w:r>
        <w:t xml:space="preserve"> „Stavba 6“)</w:t>
      </w:r>
    </w:p>
    <w:p w14:paraId="60493C58" w14:textId="25DCBA03" w:rsidR="005A4108" w:rsidRDefault="005A4108" w:rsidP="005A4108">
      <w:pPr>
        <w:pStyle w:val="Text2-1"/>
        <w:numPr>
          <w:ilvl w:val="0"/>
          <w:numId w:val="0"/>
        </w:numPr>
        <w:ind w:left="737"/>
      </w:pPr>
    </w:p>
    <w:p w14:paraId="7550B674" w14:textId="1AC02540"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5A4108" w:rsidRDefault="00F422D3" w:rsidP="00B42F40">
      <w:pPr>
        <w:pStyle w:val="Textbezodsazen"/>
        <w:spacing w:after="0"/>
      </w:pPr>
      <w:r>
        <w:t xml:space="preserve">zastoupena: </w:t>
      </w:r>
      <w:r w:rsidRPr="005A4108">
        <w:t xml:space="preserve">Ing. Mojmírem Nejezchlebem, náměstkem GŘ pro modernizaci dráhy </w:t>
      </w:r>
    </w:p>
    <w:p w14:paraId="694A2696" w14:textId="77777777" w:rsidR="00F422D3" w:rsidRDefault="00F422D3" w:rsidP="00B42F40">
      <w:pPr>
        <w:pStyle w:val="Textbezodsazen"/>
      </w:pPr>
      <w:r w:rsidRPr="005A4108">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4731E14D" w14:textId="77777777" w:rsidR="005A4108" w:rsidRDefault="005A4108" w:rsidP="005A4108">
      <w:pPr>
        <w:pStyle w:val="Textbezodsazen"/>
      </w:pPr>
    </w:p>
    <w:p w14:paraId="5C4C6281" w14:textId="7A91D1FD" w:rsidR="005A4108" w:rsidRDefault="005A4108" w:rsidP="005A4108">
      <w:pPr>
        <w:pStyle w:val="Textbezodsazen"/>
        <w:spacing w:after="0"/>
      </w:pPr>
      <w:r>
        <w:t>ISPROFIN / ISPROFOND Stavba 1: 531 353 0056 / 327 351 4800</w:t>
      </w:r>
    </w:p>
    <w:p w14:paraId="796BD36A" w14:textId="77777777" w:rsidR="005A4108" w:rsidRDefault="005A4108" w:rsidP="005A4108">
      <w:pPr>
        <w:pStyle w:val="Textbezodsazen"/>
        <w:spacing w:after="0"/>
      </w:pPr>
      <w:r>
        <w:t>ISPROFIN / ISPROFOND Stavba 2: 531 353 0046 / 327 351 4800</w:t>
      </w:r>
    </w:p>
    <w:p w14:paraId="389A8092" w14:textId="77777777" w:rsidR="005A4108" w:rsidRDefault="005A4108" w:rsidP="005A4108">
      <w:pPr>
        <w:pStyle w:val="Textbezodsazen"/>
        <w:spacing w:after="0"/>
      </w:pPr>
      <w:r>
        <w:t>ISPROFIN / ISPROFOND Stavba 2: 531 353 0047 / 327 351 4800</w:t>
      </w:r>
    </w:p>
    <w:p w14:paraId="1A432CA5" w14:textId="77777777" w:rsidR="005A4108" w:rsidRDefault="005A4108" w:rsidP="005A4108">
      <w:pPr>
        <w:pStyle w:val="Textbezodsazen"/>
        <w:spacing w:after="0"/>
      </w:pPr>
      <w:r>
        <w:t>ISPROFIN / ISPROFOND Stavba 4: 531 353 0058 / 327 351 4800</w:t>
      </w:r>
    </w:p>
    <w:p w14:paraId="1E1473FC" w14:textId="77777777" w:rsidR="005A4108" w:rsidRDefault="005A4108" w:rsidP="005A4108">
      <w:pPr>
        <w:pStyle w:val="Textbezodsazen"/>
        <w:spacing w:after="0"/>
      </w:pPr>
      <w:r>
        <w:t>ISPROFIN / ISPROFOND Stavba 5: 531 353 0048 / 327 351 4800</w:t>
      </w:r>
    </w:p>
    <w:p w14:paraId="4A252579" w14:textId="11B24D50" w:rsidR="00B42F40" w:rsidRDefault="005A4108" w:rsidP="005A4108">
      <w:pPr>
        <w:pStyle w:val="Textbezodsazen"/>
        <w:spacing w:after="0"/>
      </w:pPr>
      <w:r>
        <w:t>ISPROFIN / ISPROFOND Stavba 6: 531 353 0049 / 327 251 4800</w:t>
      </w:r>
    </w:p>
    <w:p w14:paraId="4A14ABA3" w14:textId="77777777" w:rsidR="00CF5598" w:rsidRDefault="00CF5598" w:rsidP="00B42F40">
      <w:pPr>
        <w:pStyle w:val="Textbezodsazen"/>
      </w:pPr>
    </w:p>
    <w:p w14:paraId="0E1B82C1" w14:textId="16D37AA4"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lastRenderedPageBreak/>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65F6518B" w:rsidR="007D26F9" w:rsidRDefault="007D26F9" w:rsidP="000F0576">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C42FE">
        <w:rPr>
          <w:highlight w:val="green"/>
        </w:rPr>
        <w:t>VLOŽÍ OBJEDNATEL</w:t>
      </w:r>
      <w:r w:rsidR="002100BF">
        <w:t>]"</w:t>
      </w:r>
      <w:r>
        <w:t xml:space="preserve"> pod evidenčním </w:t>
      </w:r>
      <w:proofErr w:type="gramStart"/>
      <w:r>
        <w:t xml:space="preserve">číslem  </w:t>
      </w:r>
      <w:r w:rsidR="00167830">
        <w:t>"[</w:t>
      </w:r>
      <w:r w:rsidR="00167830" w:rsidRPr="007C42FE">
        <w:rPr>
          <w:highlight w:val="green"/>
        </w:rPr>
        <w:t>VLOŽÍ</w:t>
      </w:r>
      <w:proofErr w:type="gramEnd"/>
      <w:r w:rsidR="00167830" w:rsidRPr="007C42FE">
        <w:rPr>
          <w:highlight w:val="green"/>
        </w:rPr>
        <w:t xml:space="preserve"> OBJEDNATEL</w:t>
      </w:r>
      <w:r w:rsidR="00167830">
        <w:t>]</w:t>
      </w:r>
      <w:r w:rsidR="003F3B00">
        <w:t>“</w:t>
      </w:r>
      <w:r w:rsidR="00167830">
        <w:t xml:space="preserve"> </w:t>
      </w:r>
      <w:r>
        <w:t>svůj úmysl zadat veřejnou zakázku</w:t>
      </w:r>
      <w:r w:rsidR="00A349C6">
        <w:t xml:space="preserve"> </w:t>
      </w:r>
      <w:r w:rsidR="002100BF">
        <w:t>na zhotovení projektové dokumentace a souboru staveb</w:t>
      </w:r>
      <w:r w:rsidR="00560834">
        <w:t xml:space="preserve"> </w:t>
      </w:r>
      <w:r>
        <w:t xml:space="preserve"> </w:t>
      </w:r>
      <w:r w:rsidR="00560834" w:rsidRPr="007C42FE">
        <w:rPr>
          <w:b/>
        </w:rPr>
        <w:t>„</w:t>
      </w:r>
      <w:r w:rsidR="007C42FE" w:rsidRPr="007C42FE">
        <w:rPr>
          <w:b/>
        </w:rPr>
        <w:t>Zvýšení bezpečnosti na přejezdech P1323, P1344, P1345, P1371, P1387 a P1397 na trati Březnice - Strakonice</w:t>
      </w:r>
      <w:r w:rsidR="00560834" w:rsidRPr="007C42FE">
        <w:rPr>
          <w:b/>
        </w:rPr>
        <w:t>“</w:t>
      </w:r>
      <w:r w:rsidR="00306D9A">
        <w:t xml:space="preserve"> </w:t>
      </w:r>
      <w:r>
        <w:t>(dále jen „</w:t>
      </w:r>
      <w:r w:rsidRPr="007D26F9">
        <w:rPr>
          <w:rStyle w:val="Tun"/>
        </w:rPr>
        <w:t>Veřejná zakázka</w:t>
      </w:r>
      <w:r>
        <w:t xml:space="preserve">“). Na </w:t>
      </w:r>
      <w:r w:rsidRPr="007C42FE">
        <w:rPr>
          <w:color w:val="000000" w:themeColor="text1"/>
        </w:rPr>
        <w:t>základě výběrové</w:t>
      </w:r>
      <w:r w:rsidR="00934B6B" w:rsidRPr="007C42FE">
        <w:rPr>
          <w:color w:val="000000" w:themeColor="text1"/>
        </w:rPr>
        <w:t>ho</w:t>
      </w:r>
      <w:r w:rsidRPr="007C42FE">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7C42FE">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w:t>
      </w:r>
      <w:r>
        <w:lastRenderedPageBreak/>
        <w:t>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7C42FE">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7C42FE" w:rsidRDefault="00306D9A" w:rsidP="00306D9A">
      <w:pPr>
        <w:pStyle w:val="Textbezslovn"/>
        <w:spacing w:after="0"/>
      </w:pPr>
      <w:r w:rsidRPr="007C42FE">
        <w:t xml:space="preserve">Cena Díla stavby 2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Pr="007C42FE" w:rsidRDefault="00524072" w:rsidP="00524072">
      <w:pPr>
        <w:pStyle w:val="Textbezslovn"/>
        <w:spacing w:after="0"/>
      </w:pPr>
      <w:r w:rsidRPr="007C42FE">
        <w:t xml:space="preserve">Cena Díla stavby 3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4540816" w14:textId="2D29D59B" w:rsidR="007C42FE" w:rsidRPr="007C42FE" w:rsidRDefault="007C42FE" w:rsidP="007C42FE">
      <w:pPr>
        <w:pStyle w:val="Textbezslovn"/>
        <w:spacing w:after="0"/>
      </w:pPr>
      <w:r w:rsidRPr="007C42FE">
        <w:t xml:space="preserve">Cena Díla stavby 4 </w:t>
      </w:r>
    </w:p>
    <w:p w14:paraId="76C6FB65" w14:textId="77777777" w:rsidR="007C42FE" w:rsidRPr="007D26F9" w:rsidRDefault="007C42FE" w:rsidP="007C42FE">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4AA755DD" w14:textId="77777777" w:rsidR="007C42FE" w:rsidRDefault="007C42FE" w:rsidP="007C42FE">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095E903" w14:textId="64E98F64" w:rsidR="007C42FE" w:rsidRPr="007C42FE" w:rsidRDefault="007C42FE" w:rsidP="007C42FE">
      <w:pPr>
        <w:pStyle w:val="Textbezslovn"/>
        <w:spacing w:after="0"/>
      </w:pPr>
      <w:r w:rsidRPr="007C42FE">
        <w:t xml:space="preserve">Cena Díla stavby 5 </w:t>
      </w:r>
    </w:p>
    <w:p w14:paraId="6218D6E1" w14:textId="77777777" w:rsidR="007C42FE" w:rsidRPr="007D26F9" w:rsidRDefault="007C42FE" w:rsidP="007C42FE">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DF857D1" w14:textId="77777777" w:rsidR="007C42FE" w:rsidRDefault="007C42FE" w:rsidP="007C42FE">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B4DE436" w14:textId="2FD917DD" w:rsidR="007C42FE" w:rsidRPr="007C42FE" w:rsidRDefault="007C42FE" w:rsidP="007C42FE">
      <w:pPr>
        <w:pStyle w:val="Textbezslovn"/>
        <w:spacing w:after="0"/>
      </w:pPr>
      <w:r w:rsidRPr="007C42FE">
        <w:t xml:space="preserve">Cena Díla stavby 6 </w:t>
      </w:r>
    </w:p>
    <w:p w14:paraId="2638CC0D" w14:textId="77777777" w:rsidR="007C42FE" w:rsidRPr="007D26F9" w:rsidRDefault="007C42FE" w:rsidP="007C42FE">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BF8DFDE" w14:textId="77777777" w:rsidR="007C42FE" w:rsidRDefault="007C42FE" w:rsidP="007C42FE">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906C000" w14:textId="77777777" w:rsidR="007C42FE" w:rsidRDefault="007C42FE" w:rsidP="00BC5BDD">
      <w:pPr>
        <w:pStyle w:val="Textbezslovn"/>
      </w:pPr>
    </w:p>
    <w:p w14:paraId="4AA644F5" w14:textId="57D95E62"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24C9312D" w:rsidR="008911C8" w:rsidRPr="002C72AF" w:rsidRDefault="008911C8" w:rsidP="008911C8">
      <w:pPr>
        <w:pStyle w:val="Textbezslovn"/>
      </w:pPr>
      <w:r w:rsidRPr="002C72AF">
        <w:t xml:space="preserve">Celková lhůta pro provedení Díla činí celkem </w:t>
      </w:r>
      <w:r w:rsidR="007C42FE" w:rsidRPr="007C42FE">
        <w:rPr>
          <w:b/>
        </w:rPr>
        <w:t>20</w:t>
      </w:r>
      <w:r w:rsidRPr="007C42FE">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3C366D67"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7C42FE" w:rsidRPr="007C42FE">
        <w:rPr>
          <w:b/>
        </w:rPr>
        <w:t>5</w:t>
      </w:r>
      <w:r w:rsidRPr="007C42FE">
        <w:rPr>
          <w:rStyle w:val="Tun"/>
          <w:b w:val="0"/>
        </w:rPr>
        <w:t> </w:t>
      </w:r>
      <w:r w:rsidRPr="0035408D">
        <w:rPr>
          <w:rStyle w:val="Tun"/>
        </w:rPr>
        <w:t>měsíců</w:t>
      </w:r>
      <w:r w:rsidRPr="002C72AF">
        <w:t xml:space="preserve"> ode dne nabytí účinnosti Smlouvy.</w:t>
      </w:r>
      <w:r w:rsidR="00EE7D1A" w:rsidRPr="002C72AF">
        <w:t xml:space="preserve"> Fakturace bude ve výši </w:t>
      </w:r>
      <w:r w:rsidR="00EE7D1A" w:rsidRPr="0035408D">
        <w:t>do 40 % ceny dokumentací</w:t>
      </w:r>
      <w:r w:rsidR="00EE7D1A" w:rsidRPr="002C72AF">
        <w:t xml:space="preserve"> DSP a PDPS.</w:t>
      </w:r>
    </w:p>
    <w:p w14:paraId="629A995C" w14:textId="5DA0C016"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0035408D" w:rsidRPr="0035408D">
        <w:rPr>
          <w:rFonts w:asciiTheme="majorHAnsi" w:hAnsiTheme="majorHAnsi"/>
          <w:b/>
          <w:sz w:val="18"/>
          <w:szCs w:val="18"/>
        </w:rPr>
        <w:t>9</w:t>
      </w:r>
      <w:r w:rsidRPr="0035408D">
        <w:rPr>
          <w:rStyle w:val="Tun"/>
          <w:rFonts w:asciiTheme="majorHAnsi" w:hAnsiTheme="majorHAnsi"/>
          <w:b w:val="0"/>
          <w:sz w:val="18"/>
          <w:szCs w:val="18"/>
        </w:rPr>
        <w:t xml:space="preserve"> </w:t>
      </w:r>
      <w:r w:rsidRPr="0035408D">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35408D">
        <w:rPr>
          <w:rStyle w:val="Tun"/>
        </w:rPr>
        <w:t>9 měsíců</w:t>
      </w:r>
      <w:r w:rsidRPr="00EC3BEE">
        <w:t xml:space="preserve"> ode dne nabytí účinnosti Smlouvy. Fakturace bude ve výši </w:t>
      </w:r>
      <w:r w:rsidRPr="0035408D">
        <w:t>do 60 % ceny dokumentací</w:t>
      </w:r>
      <w:r w:rsidRPr="00EC3BEE">
        <w:t xml:space="preserve"> DSP a PDPS.</w:t>
      </w:r>
    </w:p>
    <w:p w14:paraId="547DABB7" w14:textId="1DDF2F34"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35408D">
        <w:t xml:space="preserve">celkem </w:t>
      </w:r>
      <w:r w:rsidR="00E05BE0" w:rsidRPr="0035408D">
        <w:rPr>
          <w:rStyle w:val="Tun"/>
        </w:rPr>
        <w:t>1</w:t>
      </w:r>
      <w:r w:rsidR="0035408D" w:rsidRPr="0035408D">
        <w:rPr>
          <w:rStyle w:val="Tun"/>
        </w:rPr>
        <w:t>7</w:t>
      </w:r>
      <w:r w:rsidRPr="0035408D">
        <w:rPr>
          <w:rStyle w:val="Tun"/>
        </w:rPr>
        <w:t xml:space="preserve"> měsíců</w:t>
      </w:r>
      <w:r w:rsidRPr="0035408D">
        <w:t xml:space="preserve"> ode</w:t>
      </w:r>
      <w:r w:rsidRPr="00EC3BEE">
        <w:t xml:space="preserve"> dne nabytí účinnosti Smlouvy (dokladem prokazujícím, </w:t>
      </w:r>
      <w:r w:rsidRPr="00EC3BEE">
        <w:lastRenderedPageBreak/>
        <w:t xml:space="preserve">že Zhotovitel dokončil projekční a stavební práce a předal Objednateli veškerá plnění připadající na tyto části Díla, je poslední Zápis o předání a převzetí Díla). </w:t>
      </w:r>
    </w:p>
    <w:p w14:paraId="74316757" w14:textId="377A660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35408D" w:rsidRPr="0035408D">
        <w:rPr>
          <w:b/>
        </w:rPr>
        <w:t>3</w:t>
      </w:r>
      <w:r w:rsidRPr="0035408D">
        <w:rPr>
          <w:rStyle w:val="Tun"/>
          <w:b w:val="0"/>
        </w:rPr>
        <w:t xml:space="preserve"> </w:t>
      </w:r>
      <w:r w:rsidRPr="0035408D">
        <w:rPr>
          <w:rStyle w:val="Tun"/>
        </w:rPr>
        <w:t>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lastRenderedPageBreak/>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30648594" w:rsidR="00DD0BE3" w:rsidRDefault="007D26F9" w:rsidP="0035408D">
      <w:pPr>
        <w:pStyle w:val="Text1-1"/>
        <w:rPr>
          <w:color w:val="000000" w:themeColor="text1"/>
        </w:rPr>
      </w:pPr>
      <w:r w:rsidRPr="000A1915">
        <w:rPr>
          <w:color w:val="000000" w:themeColor="text1"/>
        </w:rPr>
        <w:t xml:space="preserve">Tuto Smlouvu je možné měnit </w:t>
      </w:r>
      <w:r w:rsidR="0035408D" w:rsidRPr="0035408D">
        <w:rPr>
          <w:color w:val="000000" w:themeColor="text1"/>
        </w:rPr>
        <w:t>pouze písemnou dohodou smluvních stran 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5B6BCE24" w:rsidR="007D26F9" w:rsidRDefault="007D26F9" w:rsidP="000964EF">
      <w:pPr>
        <w:pStyle w:val="Text1-1"/>
      </w:pPr>
      <w:r>
        <w:t xml:space="preserve">Tato Smlouva je vyhotovena </w:t>
      </w:r>
      <w:r w:rsidR="000964EF" w:rsidRPr="000964EF">
        <w:t xml:space="preserve">ve </w:t>
      </w:r>
      <w:r w:rsidR="000964EF" w:rsidRPr="000964EF">
        <w:rPr>
          <w:highlight w:val="yellow"/>
        </w:rPr>
        <w:t>"[VLOŽÍ ZHOTOVITEL]</w:t>
      </w:r>
      <w:r w:rsidR="000964EF" w:rsidRPr="000964EF">
        <w:t xml:space="preserve">" vyhotoveních, z nichž Objednatel obdrží pět vyhotovení a Zhotovitel obdrží </w:t>
      </w:r>
      <w:r w:rsidR="000964EF" w:rsidRPr="000964EF">
        <w:rPr>
          <w:highlight w:val="yellow"/>
        </w:rPr>
        <w:t>"[VLOŽÍ ZHOTOVITEL]"</w:t>
      </w:r>
      <w:r w:rsidR="000964EF" w:rsidRPr="000964EF">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w:t>
      </w:r>
      <w:r w:rsidRPr="002333E5">
        <w:lastRenderedPageBreak/>
        <w:t>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24</w:t>
      </w:r>
      <w:r w:rsidR="001E1426">
        <w:t>/20</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lastRenderedPageBreak/>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FB62D0">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FB62D0">
        <w:t>náměstek GŘ pro modernizac</w:t>
      </w:r>
      <w:r w:rsidR="0057465D" w:rsidRPr="00FB62D0">
        <w:t>i</w:t>
      </w:r>
      <w:r w:rsidRPr="00FB62D0">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FB62D0">
        <w:t>Správa</w:t>
      </w:r>
      <w:r w:rsidR="003149C0" w:rsidRPr="00FB62D0">
        <w:t xml:space="preserve"> železnic</w:t>
      </w:r>
      <w:r w:rsidRPr="00FB62D0">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429458E5" w14:textId="77777777" w:rsidR="00FB62D0" w:rsidRDefault="00FB62D0" w:rsidP="00FB62D0">
      <w:pPr>
        <w:pStyle w:val="Textbezodsazen"/>
      </w:pPr>
      <w:r>
        <w:t>Zjednodušená dokumentace „Zvýšení bezpečnosti na přejezdu P1323 v km 11,962 na trati Březnice - Strakonice“ + posuzovací část schvalovacího protokolu stavby</w:t>
      </w:r>
    </w:p>
    <w:p w14:paraId="6E06C6F5" w14:textId="77777777" w:rsidR="00FB62D0" w:rsidRDefault="00FB62D0" w:rsidP="00FB62D0">
      <w:pPr>
        <w:pStyle w:val="Textbezodsazen"/>
      </w:pPr>
      <w:r>
        <w:t>Zjednodušená dokumentace „Zvýšení bezpečnosti na přejezdu P1344 v km 21,823 na trati Březnice - Strakonice“ + posuzovací část schvalovacího protokolu stavby</w:t>
      </w:r>
    </w:p>
    <w:p w14:paraId="779798FC" w14:textId="77777777" w:rsidR="00FB62D0" w:rsidRDefault="00FB62D0" w:rsidP="00FB62D0">
      <w:pPr>
        <w:pStyle w:val="Textbezodsazen"/>
      </w:pPr>
      <w:r>
        <w:t>Zjednodušená dokumentace „Zvýšení bezpečnosti na přejezdu P1345 v km 21,938 na trati Březnice – Strakonice“ + posuzovací část schvalovacího protokolu stavby</w:t>
      </w:r>
    </w:p>
    <w:p w14:paraId="3E2CAD89" w14:textId="77777777" w:rsidR="00FB62D0" w:rsidRDefault="00FB62D0" w:rsidP="00FB62D0">
      <w:pPr>
        <w:pStyle w:val="Textbezodsazen"/>
      </w:pPr>
      <w:r>
        <w:t>Zjednodušená dokumentace „Zvýšení bezpečnosti na přejezdu P1371 v km 35,051 na trati Březnice - Strakonice“ + posuzovací část schvalovacího protokolu stavby</w:t>
      </w:r>
    </w:p>
    <w:p w14:paraId="49DEEB33" w14:textId="77777777" w:rsidR="00FB62D0" w:rsidRDefault="00FB62D0" w:rsidP="00FB62D0">
      <w:pPr>
        <w:pStyle w:val="Textbezodsazen"/>
      </w:pPr>
      <w:r>
        <w:t xml:space="preserve">Zjednodušená dokumentace „Zvýšení bezpečnosti na přejezdu P1387 v km 42,253 na trati Březnice - Strakonice“ + posuzovací část schvalovacího protokolu stavby </w:t>
      </w:r>
    </w:p>
    <w:p w14:paraId="1AD90DA3" w14:textId="460E2217" w:rsidR="000D5B54" w:rsidRDefault="00FB62D0" w:rsidP="00FB62D0">
      <w:pPr>
        <w:pStyle w:val="Textbezodsazen"/>
      </w:pPr>
      <w:r>
        <w:t>Zjednodušená dokumentace „Zvýšení bezpečnosti na přejezdu P1397 v km 46,112 na trati Březnice - Strakonice“ + posuzovací část schvalovacího protokolu stavby</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395D1BA" w14:textId="77777777" w:rsidR="005939FF" w:rsidRPr="0024026C" w:rsidRDefault="005939FF" w:rsidP="005939FF">
      <w:pPr>
        <w:keepNext/>
        <w:spacing w:before="200" w:after="120" w:line="264" w:lineRule="auto"/>
        <w:rPr>
          <w:b/>
          <w:u w:val="single"/>
        </w:rPr>
      </w:pPr>
      <w:r w:rsidRPr="0024026C">
        <w:rPr>
          <w:b/>
          <w:u w:val="single"/>
        </w:rPr>
        <w:t>Ceny D</w:t>
      </w:r>
      <w:r>
        <w:rPr>
          <w:b/>
          <w:u w:val="single"/>
        </w:rPr>
        <w:t xml:space="preserve">íla – Rekapitulace – celkem za </w:t>
      </w:r>
      <w:r w:rsidRPr="00F57E50">
        <w:rPr>
          <w:b/>
          <w:u w:val="single"/>
        </w:rPr>
        <w:t>Stavbu 1 „Zvýšení bezpečnosti na přejezdu P1323 v km 11,962 na trati Březnice - Strakonice“</w:t>
      </w:r>
    </w:p>
    <w:p w14:paraId="459B983F" w14:textId="77777777" w:rsidR="005939FF" w:rsidRPr="006A698D" w:rsidRDefault="005939FF" w:rsidP="005939FF">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D2C9441" w14:textId="77777777" w:rsidR="005939FF" w:rsidRPr="006A698D" w:rsidRDefault="005939FF" w:rsidP="005939FF">
      <w:pPr>
        <w:spacing w:after="120" w:line="264" w:lineRule="auto"/>
        <w:jc w:val="both"/>
        <w:rPr>
          <w:sz w:val="18"/>
          <w:szCs w:val="18"/>
        </w:rPr>
      </w:pPr>
      <w:r w:rsidRPr="006A698D">
        <w:rPr>
          <w:sz w:val="18"/>
          <w:szCs w:val="18"/>
        </w:rPr>
        <w:t>Z toho:</w:t>
      </w:r>
    </w:p>
    <w:p w14:paraId="32408CFB" w14:textId="77777777" w:rsidR="005939FF" w:rsidRPr="0024026C" w:rsidRDefault="005939FF" w:rsidP="005939FF">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716D4D53"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93C68AF"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6D88BB0B" w14:textId="77777777" w:rsidR="005939FF" w:rsidRDefault="005939FF" w:rsidP="005939F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17C7B0D" w14:textId="77777777" w:rsidR="005939FF" w:rsidRDefault="005939FF" w:rsidP="005939FF">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0F89647D" w14:textId="77777777" w:rsidR="005939FF" w:rsidRDefault="005939FF" w:rsidP="005939FF">
      <w:pPr>
        <w:spacing w:after="80" w:line="264" w:lineRule="auto"/>
        <w:jc w:val="both"/>
        <w:rPr>
          <w:b/>
          <w:sz w:val="18"/>
          <w:szCs w:val="18"/>
        </w:rPr>
      </w:pPr>
    </w:p>
    <w:p w14:paraId="24E0BCD2" w14:textId="77777777" w:rsidR="005939FF" w:rsidRDefault="005939FF" w:rsidP="005939FF">
      <w:pPr>
        <w:spacing w:after="80" w:line="264" w:lineRule="auto"/>
        <w:jc w:val="both"/>
        <w:rPr>
          <w:b/>
          <w:sz w:val="18"/>
          <w:szCs w:val="18"/>
        </w:rPr>
      </w:pPr>
    </w:p>
    <w:p w14:paraId="5CB87A9C" w14:textId="77777777" w:rsidR="005939FF" w:rsidRDefault="005939FF" w:rsidP="005939FF">
      <w:pPr>
        <w:spacing w:after="80" w:line="264" w:lineRule="auto"/>
        <w:jc w:val="both"/>
        <w:rPr>
          <w:b/>
          <w:sz w:val="18"/>
          <w:szCs w:val="18"/>
        </w:rPr>
      </w:pPr>
    </w:p>
    <w:p w14:paraId="2C44A6F6" w14:textId="77777777" w:rsidR="005939FF" w:rsidRDefault="005939FF" w:rsidP="005939FF">
      <w:pPr>
        <w:spacing w:after="80" w:line="264" w:lineRule="auto"/>
        <w:jc w:val="both"/>
        <w:rPr>
          <w:b/>
          <w:sz w:val="18"/>
          <w:szCs w:val="18"/>
        </w:rPr>
      </w:pPr>
    </w:p>
    <w:p w14:paraId="60C6019C" w14:textId="77777777" w:rsidR="005939FF" w:rsidRDefault="005939FF" w:rsidP="005939FF">
      <w:pPr>
        <w:spacing w:after="80" w:line="264" w:lineRule="auto"/>
        <w:jc w:val="both"/>
        <w:rPr>
          <w:b/>
          <w:sz w:val="18"/>
          <w:szCs w:val="18"/>
        </w:rPr>
      </w:pPr>
    </w:p>
    <w:p w14:paraId="27389A23" w14:textId="77777777" w:rsidR="005939FF" w:rsidRDefault="005939FF" w:rsidP="005939FF">
      <w:pPr>
        <w:spacing w:after="80" w:line="264" w:lineRule="auto"/>
        <w:jc w:val="both"/>
        <w:rPr>
          <w:b/>
          <w:sz w:val="18"/>
          <w:szCs w:val="18"/>
        </w:rPr>
      </w:pPr>
    </w:p>
    <w:p w14:paraId="417DE9BC" w14:textId="77777777" w:rsidR="005939FF" w:rsidRPr="0024026C" w:rsidRDefault="005939FF" w:rsidP="005939FF">
      <w:pPr>
        <w:keepNext/>
        <w:spacing w:before="200" w:after="120" w:line="264" w:lineRule="auto"/>
        <w:rPr>
          <w:b/>
          <w:u w:val="single"/>
        </w:rPr>
      </w:pPr>
      <w:r w:rsidRPr="0024026C">
        <w:rPr>
          <w:b/>
          <w:u w:val="single"/>
        </w:rPr>
        <w:t xml:space="preserve">Ceny Díla – Rekapitulace – celkem </w:t>
      </w:r>
      <w:r w:rsidRPr="00F57E50">
        <w:rPr>
          <w:b/>
          <w:u w:val="single"/>
        </w:rPr>
        <w:t>za stavbu 2 „Zvýšení bezpečnosti na přejezdu P1344 v km 21,823 na trati Březnice - Strakonice“</w:t>
      </w:r>
    </w:p>
    <w:p w14:paraId="167CB3E8" w14:textId="77777777" w:rsidR="005939FF" w:rsidRPr="006A698D" w:rsidRDefault="005939FF" w:rsidP="005939FF">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90E8041" w14:textId="77777777" w:rsidR="005939FF" w:rsidRPr="006A698D" w:rsidRDefault="005939FF" w:rsidP="005939FF">
      <w:pPr>
        <w:spacing w:after="120" w:line="264" w:lineRule="auto"/>
        <w:jc w:val="both"/>
        <w:rPr>
          <w:sz w:val="18"/>
          <w:szCs w:val="18"/>
        </w:rPr>
      </w:pPr>
      <w:r w:rsidRPr="006A698D">
        <w:rPr>
          <w:sz w:val="18"/>
          <w:szCs w:val="18"/>
        </w:rPr>
        <w:t>Z toho:</w:t>
      </w:r>
    </w:p>
    <w:p w14:paraId="4C5B2790" w14:textId="77777777" w:rsidR="005939FF" w:rsidRPr="0024026C" w:rsidRDefault="005939FF" w:rsidP="005939FF">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0099301"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A598971"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7FAAC77" w14:textId="77777777" w:rsidR="005939FF" w:rsidRDefault="005939FF" w:rsidP="005939F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6B700BC" w14:textId="77777777" w:rsidR="005939FF" w:rsidRPr="006A698D" w:rsidRDefault="005939FF" w:rsidP="005939FF">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25A40C48" w14:textId="77777777" w:rsidR="005939FF" w:rsidRPr="001F518E" w:rsidRDefault="005939FF" w:rsidP="005939FF">
      <w:pPr>
        <w:pStyle w:val="Textbezodsazen"/>
      </w:pPr>
    </w:p>
    <w:p w14:paraId="2177F3C9" w14:textId="77777777" w:rsidR="005939FF" w:rsidRDefault="005939FF" w:rsidP="005939FF">
      <w:pPr>
        <w:pStyle w:val="Textbezodsazen"/>
      </w:pPr>
    </w:p>
    <w:p w14:paraId="11D02064" w14:textId="77777777" w:rsidR="005939FF" w:rsidRPr="005554F3" w:rsidRDefault="005939FF" w:rsidP="005939FF">
      <w:pPr>
        <w:keepNext/>
        <w:spacing w:before="200" w:after="120" w:line="264" w:lineRule="auto"/>
        <w:rPr>
          <w:b/>
          <w:u w:val="single"/>
        </w:rPr>
      </w:pPr>
      <w:r w:rsidRPr="0024026C">
        <w:rPr>
          <w:b/>
          <w:u w:val="single"/>
        </w:rPr>
        <w:t xml:space="preserve">Ceny Díla – Rekapitulace – celkem </w:t>
      </w:r>
      <w:r w:rsidRPr="00F57E50">
        <w:rPr>
          <w:b/>
          <w:u w:val="single"/>
        </w:rPr>
        <w:t>za stavbu 3 „Zvýšení bezpečnosti na přejezdu P1345 v km 21,938 na trati Březnice - Strakonice“</w:t>
      </w:r>
    </w:p>
    <w:p w14:paraId="787762E8" w14:textId="77777777" w:rsidR="005939FF" w:rsidRPr="0024026C" w:rsidRDefault="005939FF" w:rsidP="005939FF">
      <w:pPr>
        <w:keepNext/>
        <w:spacing w:before="200" w:after="120" w:line="264" w:lineRule="auto"/>
        <w:rPr>
          <w:b/>
          <w:u w:val="single"/>
        </w:rPr>
      </w:pPr>
    </w:p>
    <w:p w14:paraId="171A6288" w14:textId="77777777" w:rsidR="005939FF" w:rsidRPr="006A698D" w:rsidRDefault="005939FF" w:rsidP="005939FF">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6A42C5CF" w14:textId="77777777" w:rsidR="005939FF" w:rsidRPr="006A698D" w:rsidRDefault="005939FF" w:rsidP="005939FF">
      <w:pPr>
        <w:spacing w:after="120" w:line="264" w:lineRule="auto"/>
        <w:jc w:val="both"/>
        <w:rPr>
          <w:sz w:val="18"/>
          <w:szCs w:val="18"/>
        </w:rPr>
      </w:pPr>
      <w:r w:rsidRPr="006A698D">
        <w:rPr>
          <w:sz w:val="18"/>
          <w:szCs w:val="18"/>
        </w:rPr>
        <w:t>Z toho:</w:t>
      </w:r>
    </w:p>
    <w:p w14:paraId="1EAB7E34" w14:textId="77777777" w:rsidR="005939FF" w:rsidRPr="0024026C" w:rsidRDefault="005939FF" w:rsidP="005939FF">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341548DD"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991410"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1EA3721F" w14:textId="77777777" w:rsidR="005939FF" w:rsidRDefault="005939FF" w:rsidP="005939F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F5DCD99" w14:textId="77777777" w:rsidR="005939FF" w:rsidRPr="006A698D" w:rsidRDefault="005939FF" w:rsidP="005939FF">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4CA56B94" w14:textId="77777777" w:rsidR="005939FF" w:rsidRDefault="005939FF" w:rsidP="005939FF">
      <w:pPr>
        <w:pStyle w:val="Textbezodsazen"/>
      </w:pPr>
    </w:p>
    <w:p w14:paraId="011CF67E" w14:textId="77777777" w:rsidR="005939FF" w:rsidRPr="00F57E50" w:rsidRDefault="005939FF" w:rsidP="005939FF"/>
    <w:p w14:paraId="4F28FE90" w14:textId="77777777" w:rsidR="005939FF" w:rsidRPr="005554F3" w:rsidRDefault="005939FF" w:rsidP="005939FF">
      <w:pPr>
        <w:keepNext/>
        <w:spacing w:before="200" w:after="120" w:line="264" w:lineRule="auto"/>
        <w:rPr>
          <w:b/>
          <w:u w:val="single"/>
        </w:rPr>
      </w:pPr>
      <w:r w:rsidRPr="0024026C">
        <w:rPr>
          <w:b/>
          <w:u w:val="single"/>
        </w:rPr>
        <w:t xml:space="preserve">Ceny Díla – Rekapitulace – celkem </w:t>
      </w:r>
      <w:r w:rsidRPr="00F57E50">
        <w:rPr>
          <w:b/>
          <w:u w:val="single"/>
        </w:rPr>
        <w:t xml:space="preserve">za stavbu </w:t>
      </w:r>
      <w:r>
        <w:rPr>
          <w:b/>
          <w:u w:val="single"/>
        </w:rPr>
        <w:t>4</w:t>
      </w:r>
      <w:r w:rsidRPr="00F57E50">
        <w:rPr>
          <w:b/>
          <w:u w:val="single"/>
        </w:rPr>
        <w:t xml:space="preserve"> „Zvýšení bezpečnosti na přejezdu P1371 v km 35,051 na trati Březnice - Strakonice“</w:t>
      </w:r>
    </w:p>
    <w:p w14:paraId="72BABC64" w14:textId="77777777" w:rsidR="005939FF" w:rsidRPr="0024026C" w:rsidRDefault="005939FF" w:rsidP="005939FF">
      <w:pPr>
        <w:keepNext/>
        <w:spacing w:before="200" w:after="120" w:line="264" w:lineRule="auto"/>
        <w:rPr>
          <w:b/>
          <w:u w:val="single"/>
        </w:rPr>
      </w:pPr>
    </w:p>
    <w:p w14:paraId="00DA4B15" w14:textId="77777777" w:rsidR="005939FF" w:rsidRPr="006A698D" w:rsidRDefault="005939FF" w:rsidP="005939FF">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17F16C1" w14:textId="77777777" w:rsidR="005939FF" w:rsidRPr="006A698D" w:rsidRDefault="005939FF" w:rsidP="005939FF">
      <w:pPr>
        <w:spacing w:after="120" w:line="264" w:lineRule="auto"/>
        <w:jc w:val="both"/>
        <w:rPr>
          <w:sz w:val="18"/>
          <w:szCs w:val="18"/>
        </w:rPr>
      </w:pPr>
      <w:r w:rsidRPr="006A698D">
        <w:rPr>
          <w:sz w:val="18"/>
          <w:szCs w:val="18"/>
        </w:rPr>
        <w:t>Z toho:</w:t>
      </w:r>
    </w:p>
    <w:p w14:paraId="1398D7D0" w14:textId="77777777" w:rsidR="005939FF" w:rsidRPr="0024026C" w:rsidRDefault="005939FF" w:rsidP="005939FF">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99C0281"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118F4B1"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56FFE5F" w14:textId="77777777" w:rsidR="005939FF" w:rsidRDefault="005939FF" w:rsidP="005939FF">
      <w:pPr>
        <w:numPr>
          <w:ilvl w:val="0"/>
          <w:numId w:val="12"/>
        </w:numPr>
        <w:spacing w:after="80" w:line="264" w:lineRule="auto"/>
        <w:jc w:val="both"/>
        <w:rPr>
          <w:b/>
          <w:sz w:val="18"/>
          <w:szCs w:val="18"/>
        </w:rPr>
      </w:pPr>
      <w:r w:rsidRPr="006A698D">
        <w:rPr>
          <w:b/>
          <w:sz w:val="18"/>
          <w:szCs w:val="18"/>
        </w:rPr>
        <w:lastRenderedPageBreak/>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47E54B5" w14:textId="77777777" w:rsidR="005939FF" w:rsidRPr="006A698D" w:rsidRDefault="005939FF" w:rsidP="005939FF">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3D84878F" w14:textId="77777777" w:rsidR="005939FF" w:rsidRDefault="005939FF" w:rsidP="005939FF"/>
    <w:p w14:paraId="205150B1" w14:textId="77777777" w:rsidR="005939FF" w:rsidRPr="005554F3" w:rsidRDefault="005939FF" w:rsidP="005939FF">
      <w:pPr>
        <w:keepNext/>
        <w:spacing w:before="200" w:after="120" w:line="264" w:lineRule="auto"/>
        <w:rPr>
          <w:b/>
          <w:u w:val="single"/>
        </w:rPr>
      </w:pPr>
      <w:r w:rsidRPr="0024026C">
        <w:rPr>
          <w:b/>
          <w:u w:val="single"/>
        </w:rPr>
        <w:t xml:space="preserve">Ceny Díla – Rekapitulace – celkem </w:t>
      </w:r>
      <w:r w:rsidRPr="00F57E50">
        <w:rPr>
          <w:b/>
          <w:u w:val="single"/>
        </w:rPr>
        <w:t xml:space="preserve">za stavbu </w:t>
      </w:r>
      <w:r>
        <w:rPr>
          <w:b/>
          <w:u w:val="single"/>
        </w:rPr>
        <w:t>5</w:t>
      </w:r>
      <w:r w:rsidRPr="00F57E50">
        <w:rPr>
          <w:b/>
          <w:u w:val="single"/>
        </w:rPr>
        <w:t xml:space="preserve"> „Zvýšení bezpečnosti na přejezdu P1387 v km 42,253 na trati Březnice - Strakonice“</w:t>
      </w:r>
    </w:p>
    <w:p w14:paraId="6A9164AC" w14:textId="77777777" w:rsidR="005939FF" w:rsidRPr="0024026C" w:rsidRDefault="005939FF" w:rsidP="005939FF">
      <w:pPr>
        <w:keepNext/>
        <w:spacing w:before="200" w:after="120" w:line="264" w:lineRule="auto"/>
        <w:rPr>
          <w:b/>
          <w:u w:val="single"/>
        </w:rPr>
      </w:pPr>
    </w:p>
    <w:p w14:paraId="66D01A89" w14:textId="77777777" w:rsidR="005939FF" w:rsidRPr="006A698D" w:rsidRDefault="005939FF" w:rsidP="005939FF">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896E3DE" w14:textId="77777777" w:rsidR="005939FF" w:rsidRPr="006A698D" w:rsidRDefault="005939FF" w:rsidP="005939FF">
      <w:pPr>
        <w:spacing w:after="120" w:line="264" w:lineRule="auto"/>
        <w:jc w:val="both"/>
        <w:rPr>
          <w:sz w:val="18"/>
          <w:szCs w:val="18"/>
        </w:rPr>
      </w:pPr>
      <w:r w:rsidRPr="006A698D">
        <w:rPr>
          <w:sz w:val="18"/>
          <w:szCs w:val="18"/>
        </w:rPr>
        <w:t>Z toho:</w:t>
      </w:r>
    </w:p>
    <w:p w14:paraId="2FB09D48" w14:textId="77777777" w:rsidR="005939FF" w:rsidRPr="0024026C" w:rsidRDefault="005939FF" w:rsidP="005939FF">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58EA0A2"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BB539A5"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716422" w14:textId="77777777" w:rsidR="005939FF" w:rsidRDefault="005939FF" w:rsidP="005939F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31B231F" w14:textId="77777777" w:rsidR="005939FF" w:rsidRPr="006A698D" w:rsidRDefault="005939FF" w:rsidP="005939FF">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731F53FF" w14:textId="77777777" w:rsidR="005939FF" w:rsidRDefault="005939FF" w:rsidP="005939FF">
      <w:pPr>
        <w:keepNext/>
        <w:spacing w:before="200" w:after="120" w:line="264" w:lineRule="auto"/>
        <w:rPr>
          <w:b/>
          <w:u w:val="single"/>
        </w:rPr>
      </w:pPr>
    </w:p>
    <w:p w14:paraId="13E641AB" w14:textId="77777777" w:rsidR="005939FF" w:rsidRPr="005554F3" w:rsidRDefault="005939FF" w:rsidP="005939FF">
      <w:pPr>
        <w:keepNext/>
        <w:spacing w:before="200" w:after="120" w:line="264" w:lineRule="auto"/>
        <w:rPr>
          <w:b/>
          <w:u w:val="single"/>
        </w:rPr>
      </w:pPr>
      <w:r w:rsidRPr="0024026C">
        <w:rPr>
          <w:b/>
          <w:u w:val="single"/>
        </w:rPr>
        <w:t xml:space="preserve">Ceny Díla – Rekapitulace – celkem </w:t>
      </w:r>
      <w:r w:rsidRPr="00F57E50">
        <w:rPr>
          <w:b/>
          <w:u w:val="single"/>
        </w:rPr>
        <w:t xml:space="preserve">za stavbu </w:t>
      </w:r>
      <w:r>
        <w:rPr>
          <w:b/>
          <w:u w:val="single"/>
        </w:rPr>
        <w:t>6</w:t>
      </w:r>
      <w:r w:rsidRPr="00F57E50">
        <w:rPr>
          <w:b/>
          <w:u w:val="single"/>
        </w:rPr>
        <w:t xml:space="preserve"> „Zvýšení bezpečnosti na přejezdu P1397 v km 46,112 na trati Březnice - Strakonice“</w:t>
      </w:r>
    </w:p>
    <w:p w14:paraId="0372037C" w14:textId="77777777" w:rsidR="005939FF" w:rsidRPr="0024026C" w:rsidRDefault="005939FF" w:rsidP="005939FF">
      <w:pPr>
        <w:keepNext/>
        <w:spacing w:before="200" w:after="120" w:line="264" w:lineRule="auto"/>
        <w:rPr>
          <w:b/>
          <w:u w:val="single"/>
        </w:rPr>
      </w:pPr>
    </w:p>
    <w:p w14:paraId="47FC4EAA" w14:textId="77777777" w:rsidR="005939FF" w:rsidRPr="006A698D" w:rsidRDefault="005939FF" w:rsidP="005939FF">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3562A673" w14:textId="77777777" w:rsidR="005939FF" w:rsidRPr="006A698D" w:rsidRDefault="005939FF" w:rsidP="005939FF">
      <w:pPr>
        <w:spacing w:after="120" w:line="264" w:lineRule="auto"/>
        <w:jc w:val="both"/>
        <w:rPr>
          <w:sz w:val="18"/>
          <w:szCs w:val="18"/>
        </w:rPr>
      </w:pPr>
      <w:r w:rsidRPr="006A698D">
        <w:rPr>
          <w:sz w:val="18"/>
          <w:szCs w:val="18"/>
        </w:rPr>
        <w:t>Z toho:</w:t>
      </w:r>
    </w:p>
    <w:p w14:paraId="249869B0" w14:textId="77777777" w:rsidR="005939FF" w:rsidRPr="0024026C" w:rsidRDefault="005939FF" w:rsidP="005939FF">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061B4B99"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02FEB12" w14:textId="77777777" w:rsidR="005939FF" w:rsidRPr="006A698D" w:rsidRDefault="005939FF" w:rsidP="005939F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959FE1D" w14:textId="77777777" w:rsidR="005939FF" w:rsidRDefault="005939FF" w:rsidP="005939F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C765993" w14:textId="77777777" w:rsidR="005939FF" w:rsidRPr="006A698D" w:rsidRDefault="005939FF" w:rsidP="005939FF">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635761B3" w14:textId="77777777" w:rsidR="005939FF" w:rsidRDefault="005939FF" w:rsidP="005939FF"/>
    <w:p w14:paraId="2A4BEF43" w14:textId="77777777" w:rsidR="005939FF" w:rsidRDefault="005939FF" w:rsidP="005939FF"/>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395C9977" w:rsidR="00502690" w:rsidRPr="00F95FBD" w:rsidRDefault="005939FF" w:rsidP="00590C91">
            <w:pPr>
              <w:pStyle w:val="Tabulka"/>
              <w:cnfStyle w:val="100000000000" w:firstRow="1" w:lastRow="0" w:firstColumn="0" w:lastColumn="0" w:oddVBand="0" w:evenVBand="0" w:oddHBand="0" w:evenHBand="0" w:firstRowFirstColumn="0" w:firstRowLastColumn="0" w:lastRowFirstColumn="0" w:lastRowLastColumn="0"/>
            </w:pPr>
            <w:r>
              <w:t xml:space="preserve">JUDr. </w:t>
            </w:r>
            <w:r w:rsidR="007742FA">
              <w:t>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257A4" w:rsidRPr="00F95FBD" w14:paraId="4D80F933" w14:textId="77777777" w:rsidTr="00625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6257A4" w:rsidRPr="00F95FBD" w:rsidRDefault="006257A4" w:rsidP="006257A4">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35CE2E8" w14:textId="12C53EB2" w:rsidR="006257A4" w:rsidRPr="00DC37EC" w:rsidRDefault="006257A4" w:rsidP="006257A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6AA6">
              <w:t>Ing. Gabriela Křelovcová</w:t>
            </w:r>
          </w:p>
        </w:tc>
      </w:tr>
      <w:tr w:rsidR="006257A4" w:rsidRPr="00F95FBD" w14:paraId="78AE1472" w14:textId="77777777" w:rsidTr="006257A4">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6257A4" w:rsidRPr="00F95FBD" w:rsidRDefault="006257A4" w:rsidP="006257A4">
            <w:pPr>
              <w:pStyle w:val="Tabulka"/>
            </w:pPr>
            <w:r w:rsidRPr="00F95FBD">
              <w:t>Adresa</w:t>
            </w:r>
          </w:p>
        </w:tc>
        <w:tc>
          <w:tcPr>
            <w:tcW w:w="5812" w:type="dxa"/>
          </w:tcPr>
          <w:p w14:paraId="32E3E010" w14:textId="3402FD85" w:rsidR="006257A4" w:rsidRPr="00DC37EC" w:rsidRDefault="006257A4" w:rsidP="006257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6AA6">
              <w:t>Sušická 25, 326 00 Plzeň</w:t>
            </w:r>
          </w:p>
        </w:tc>
      </w:tr>
      <w:tr w:rsidR="006257A4" w:rsidRPr="00F95FBD" w14:paraId="2F46CA94" w14:textId="77777777" w:rsidTr="006257A4">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6257A4" w:rsidRPr="00F95FBD" w:rsidRDefault="006257A4" w:rsidP="006257A4">
            <w:pPr>
              <w:pStyle w:val="Tabulka"/>
            </w:pPr>
            <w:r w:rsidRPr="00F95FBD">
              <w:t>E-mail</w:t>
            </w:r>
          </w:p>
        </w:tc>
        <w:tc>
          <w:tcPr>
            <w:tcW w:w="5812" w:type="dxa"/>
          </w:tcPr>
          <w:p w14:paraId="023B1387" w14:textId="71C49C66" w:rsidR="006257A4" w:rsidRPr="00DC37EC" w:rsidRDefault="006257A4" w:rsidP="006257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6AA6">
              <w:t>Krelovcova@spravazeleznic.cz</w:t>
            </w:r>
          </w:p>
        </w:tc>
      </w:tr>
      <w:tr w:rsidR="006257A4" w:rsidRPr="00F95FBD" w14:paraId="7A969772" w14:textId="77777777" w:rsidTr="006257A4">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6257A4" w:rsidRPr="00F95FBD" w:rsidRDefault="006257A4" w:rsidP="006257A4">
            <w:pPr>
              <w:pStyle w:val="Tabulka"/>
            </w:pPr>
            <w:r w:rsidRPr="00F95FBD">
              <w:t>Telefon</w:t>
            </w:r>
          </w:p>
        </w:tc>
        <w:tc>
          <w:tcPr>
            <w:tcW w:w="5812" w:type="dxa"/>
            <w:vAlign w:val="top"/>
          </w:tcPr>
          <w:p w14:paraId="64471BD1" w14:textId="1EB0E107" w:rsidR="006257A4" w:rsidRPr="00DC37EC" w:rsidRDefault="006257A4" w:rsidP="006257A4">
            <w:pPr>
              <w:cnfStyle w:val="000000000000" w:firstRow="0" w:lastRow="0" w:firstColumn="0" w:lastColumn="0" w:oddVBand="0" w:evenVBand="0" w:oddHBand="0" w:evenHBand="0" w:firstRowFirstColumn="0" w:firstRowLastColumn="0" w:lastRowFirstColumn="0" w:lastRowLastColumn="0"/>
              <w:rPr>
                <w:highlight w:val="green"/>
              </w:rPr>
            </w:pPr>
            <w:r w:rsidRPr="006F6AA6">
              <w:t>725 576 518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6257A4" w:rsidRPr="00F95FBD" w14:paraId="4966BA21" w14:textId="77777777" w:rsidTr="00625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6257A4" w:rsidRPr="00F95FBD" w:rsidRDefault="006257A4" w:rsidP="006257A4">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B907BEB" w14:textId="1DC6B454" w:rsidR="006257A4" w:rsidRPr="00DC37EC" w:rsidRDefault="006257A4" w:rsidP="006257A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6257A4" w:rsidRPr="00F95FBD" w14:paraId="75E6DE74" w14:textId="77777777" w:rsidTr="006257A4">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6257A4" w:rsidRPr="00F95FBD" w:rsidRDefault="006257A4" w:rsidP="006257A4">
            <w:pPr>
              <w:pStyle w:val="Tabulka"/>
            </w:pPr>
            <w:r w:rsidRPr="00F95FBD">
              <w:t>Adresa</w:t>
            </w:r>
          </w:p>
        </w:tc>
        <w:tc>
          <w:tcPr>
            <w:tcW w:w="5812" w:type="dxa"/>
          </w:tcPr>
          <w:p w14:paraId="7314207E" w14:textId="6B00BC86" w:rsidR="006257A4" w:rsidRPr="00DC37EC" w:rsidRDefault="006257A4" w:rsidP="006257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6257A4" w:rsidRPr="00F95FBD" w14:paraId="51BE9B02" w14:textId="77777777" w:rsidTr="006257A4">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6257A4" w:rsidRPr="00F95FBD" w:rsidRDefault="006257A4" w:rsidP="006257A4">
            <w:pPr>
              <w:pStyle w:val="Tabulka"/>
            </w:pPr>
            <w:r w:rsidRPr="00F95FBD">
              <w:t>E-mail</w:t>
            </w:r>
          </w:p>
        </w:tc>
        <w:tc>
          <w:tcPr>
            <w:tcW w:w="5812" w:type="dxa"/>
          </w:tcPr>
          <w:p w14:paraId="45C87A85" w14:textId="164D61DC" w:rsidR="006257A4" w:rsidRPr="00DC37EC" w:rsidRDefault="006257A4" w:rsidP="006257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6257A4" w:rsidRPr="00F95FBD" w14:paraId="1CE03A31" w14:textId="77777777" w:rsidTr="006257A4">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6257A4" w:rsidRPr="00F95FBD" w:rsidRDefault="006257A4" w:rsidP="006257A4">
            <w:pPr>
              <w:pStyle w:val="Tabulka"/>
            </w:pPr>
            <w:r w:rsidRPr="00F95FBD">
              <w:t>Telefon</w:t>
            </w:r>
          </w:p>
        </w:tc>
        <w:tc>
          <w:tcPr>
            <w:tcW w:w="5812" w:type="dxa"/>
          </w:tcPr>
          <w:p w14:paraId="23AFBE87" w14:textId="31AFEE18" w:rsidR="006257A4" w:rsidRPr="00DC37EC" w:rsidRDefault="006257A4" w:rsidP="006257A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403993" w:rsidRPr="00F95FBD" w14:paraId="6CC29622" w14:textId="77777777" w:rsidTr="00403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403993" w:rsidRPr="00F95FBD" w:rsidRDefault="00403993" w:rsidP="0040399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080EE25" w14:textId="1E449516" w:rsidR="00403993" w:rsidRPr="001F518E" w:rsidRDefault="00403993" w:rsidP="0040399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03993" w:rsidRPr="00F95FBD" w14:paraId="05FDE80A" w14:textId="77777777" w:rsidTr="00403993">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403993" w:rsidRPr="00F95FBD" w:rsidRDefault="00403993" w:rsidP="00403993">
            <w:pPr>
              <w:pStyle w:val="Tabulka"/>
            </w:pPr>
            <w:r w:rsidRPr="00F95FBD">
              <w:t>Adresa</w:t>
            </w:r>
          </w:p>
        </w:tc>
        <w:tc>
          <w:tcPr>
            <w:tcW w:w="5812" w:type="dxa"/>
          </w:tcPr>
          <w:p w14:paraId="2230F0C7" w14:textId="4818403D" w:rsidR="00403993" w:rsidRPr="001F518E" w:rsidRDefault="00403993" w:rsidP="00403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03993" w:rsidRPr="00F95FBD" w14:paraId="33643699" w14:textId="77777777" w:rsidTr="00403993">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403993" w:rsidRPr="00F95FBD" w:rsidRDefault="00403993" w:rsidP="00403993">
            <w:pPr>
              <w:pStyle w:val="Tabulka"/>
            </w:pPr>
            <w:r w:rsidRPr="00F95FBD">
              <w:t>E-mail</w:t>
            </w:r>
          </w:p>
        </w:tc>
        <w:tc>
          <w:tcPr>
            <w:tcW w:w="5812" w:type="dxa"/>
          </w:tcPr>
          <w:p w14:paraId="584F5AAE" w14:textId="6565366E" w:rsidR="00403993" w:rsidRPr="001F518E" w:rsidRDefault="00403993" w:rsidP="00403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03993" w:rsidRPr="00F95FBD" w14:paraId="6220E04B" w14:textId="77777777" w:rsidTr="00403993">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403993" w:rsidRPr="00F95FBD" w:rsidRDefault="00403993" w:rsidP="00403993">
            <w:pPr>
              <w:pStyle w:val="Tabulka"/>
            </w:pPr>
            <w:r w:rsidRPr="00F95FBD">
              <w:t>Telefon</w:t>
            </w:r>
          </w:p>
        </w:tc>
        <w:tc>
          <w:tcPr>
            <w:tcW w:w="5812" w:type="dxa"/>
          </w:tcPr>
          <w:p w14:paraId="504BD0F7" w14:textId="76E604BB" w:rsidR="00403993" w:rsidRPr="001F518E" w:rsidRDefault="00403993" w:rsidP="00403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403993" w:rsidRPr="00F95FBD" w14:paraId="48942ED1" w14:textId="77777777" w:rsidTr="00403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403993" w:rsidRPr="00F95FBD" w:rsidRDefault="00403993" w:rsidP="0040399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4EC7747" w14:textId="6473F8DF" w:rsidR="00403993" w:rsidRPr="00DC37EC" w:rsidRDefault="00403993" w:rsidP="0040399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03993" w:rsidRPr="00F95FBD" w14:paraId="2472860E" w14:textId="77777777" w:rsidTr="00403993">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403993" w:rsidRPr="00F95FBD" w:rsidRDefault="00403993" w:rsidP="00403993">
            <w:pPr>
              <w:pStyle w:val="Tabulka"/>
            </w:pPr>
            <w:r w:rsidRPr="00F95FBD">
              <w:t>Adresa</w:t>
            </w:r>
          </w:p>
        </w:tc>
        <w:tc>
          <w:tcPr>
            <w:tcW w:w="5812" w:type="dxa"/>
          </w:tcPr>
          <w:p w14:paraId="56B4F392" w14:textId="501F79D9" w:rsidR="00403993" w:rsidRPr="00DC37EC" w:rsidRDefault="00403993" w:rsidP="00403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03993" w:rsidRPr="00F95FBD" w14:paraId="2B2B3E4E" w14:textId="77777777" w:rsidTr="00403993">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403993" w:rsidRPr="00F95FBD" w:rsidRDefault="00403993" w:rsidP="00403993">
            <w:pPr>
              <w:pStyle w:val="Tabulka"/>
            </w:pPr>
            <w:r w:rsidRPr="00F95FBD">
              <w:t>E-mail</w:t>
            </w:r>
          </w:p>
        </w:tc>
        <w:tc>
          <w:tcPr>
            <w:tcW w:w="5812" w:type="dxa"/>
          </w:tcPr>
          <w:p w14:paraId="17775FB0" w14:textId="629256D1" w:rsidR="00403993" w:rsidRPr="00DC37EC" w:rsidRDefault="00403993" w:rsidP="00403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03993" w:rsidRPr="00F95FBD" w14:paraId="0D578BF1" w14:textId="77777777" w:rsidTr="00403993">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403993" w:rsidRPr="00F95FBD" w:rsidRDefault="00403993" w:rsidP="00403993">
            <w:pPr>
              <w:pStyle w:val="Tabulka"/>
            </w:pPr>
            <w:r w:rsidRPr="00F95FBD">
              <w:t>Telefon</w:t>
            </w:r>
          </w:p>
        </w:tc>
        <w:tc>
          <w:tcPr>
            <w:tcW w:w="5812" w:type="dxa"/>
          </w:tcPr>
          <w:p w14:paraId="36531748" w14:textId="231979BA" w:rsidR="00403993" w:rsidRPr="00DC37EC" w:rsidRDefault="00403993" w:rsidP="00403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818F7E3"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0EAC390" w14:textId="77777777" w:rsidR="00EE52E8" w:rsidRDefault="00EE52E8" w:rsidP="00751B12">
      <w:pPr>
        <w:pStyle w:val="Textbezodsazen"/>
      </w:pP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bookmarkStart w:id="0" w:name="_GoBack"/>
            <w:bookmarkEnd w:id="0"/>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953FB6" w:rsidRDefault="00C240B6" w:rsidP="00D41CFE">
      <w:pPr>
        <w:pStyle w:val="Nadpistabulky"/>
        <w:rPr>
          <w:sz w:val="18"/>
          <w:szCs w:val="18"/>
        </w:rPr>
      </w:pPr>
      <w:r w:rsidRPr="00953FB6">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953FB6"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953FB6" w:rsidRDefault="00D41CFE" w:rsidP="00D86204">
            <w:pPr>
              <w:pStyle w:val="Tabulka"/>
              <w:rPr>
                <w:rStyle w:val="Nadpisvtabulce"/>
              </w:rPr>
            </w:pPr>
            <w:r w:rsidRPr="00953FB6">
              <w:rPr>
                <w:rStyle w:val="Nadpisvtabulce"/>
              </w:rPr>
              <w:t>Jméno a příjmení</w:t>
            </w:r>
          </w:p>
        </w:tc>
        <w:tc>
          <w:tcPr>
            <w:tcW w:w="5812" w:type="dxa"/>
          </w:tcPr>
          <w:p w14:paraId="019CBD17" w14:textId="77777777" w:rsidR="00D41CFE" w:rsidRPr="00D75552" w:rsidRDefault="00D41CFE" w:rsidP="00D86204">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D75552">
              <w:rPr>
                <w:b/>
                <w:highlight w:val="yellow"/>
              </w:rPr>
              <w:t>[VLOŽÍ ZHOTOVITEL]</w:t>
            </w:r>
          </w:p>
        </w:tc>
      </w:tr>
      <w:tr w:rsidR="00D41CFE" w:rsidRPr="00953FB6"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953FB6" w:rsidRDefault="00D41CFE" w:rsidP="00D86204">
            <w:pPr>
              <w:pStyle w:val="Tabulka"/>
            </w:pPr>
            <w:r w:rsidRPr="00953FB6">
              <w:t>Adresa</w:t>
            </w:r>
          </w:p>
        </w:tc>
        <w:tc>
          <w:tcPr>
            <w:tcW w:w="5812" w:type="dxa"/>
          </w:tcPr>
          <w:p w14:paraId="48BEA3FD" w14:textId="77777777" w:rsidR="00D41CFE" w:rsidRPr="00D75552" w:rsidRDefault="00D41CFE" w:rsidP="00D8620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D75552">
              <w:rPr>
                <w:highlight w:val="yellow"/>
              </w:rPr>
              <w:t>[VLOŽÍ ZHOTOVITEL]</w:t>
            </w:r>
          </w:p>
        </w:tc>
      </w:tr>
      <w:tr w:rsidR="00D41CFE" w:rsidRPr="00953FB6"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953FB6" w:rsidRDefault="00D41CFE" w:rsidP="00D86204">
            <w:pPr>
              <w:pStyle w:val="Tabulka"/>
            </w:pPr>
            <w:r w:rsidRPr="00953FB6">
              <w:t>E-mail</w:t>
            </w:r>
          </w:p>
        </w:tc>
        <w:tc>
          <w:tcPr>
            <w:tcW w:w="5812" w:type="dxa"/>
          </w:tcPr>
          <w:p w14:paraId="23CB8043" w14:textId="77777777" w:rsidR="00D41CFE" w:rsidRPr="00D75552" w:rsidRDefault="00D41CFE" w:rsidP="00D8620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D75552">
              <w:rPr>
                <w:highlight w:val="yellow"/>
              </w:rPr>
              <w:t>[VLOŽÍ ZHOTOVITEL]</w:t>
            </w:r>
          </w:p>
        </w:tc>
      </w:tr>
      <w:tr w:rsidR="00D41CFE" w:rsidRPr="00953FB6"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953FB6" w:rsidRDefault="00D41CFE" w:rsidP="00D86204">
            <w:pPr>
              <w:pStyle w:val="Tabulka"/>
            </w:pPr>
            <w:r w:rsidRPr="00953FB6">
              <w:t>Telefon</w:t>
            </w:r>
          </w:p>
        </w:tc>
        <w:tc>
          <w:tcPr>
            <w:tcW w:w="5812" w:type="dxa"/>
          </w:tcPr>
          <w:p w14:paraId="52A846ED" w14:textId="77777777" w:rsidR="00D41CFE" w:rsidRPr="00D75552" w:rsidRDefault="00D41CFE" w:rsidP="00D8620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D75552">
              <w:rPr>
                <w:highlight w:val="yellow"/>
              </w:rPr>
              <w:t>[VLOŽÍ ZHOTOVITEL]</w:t>
            </w:r>
          </w:p>
        </w:tc>
      </w:tr>
    </w:tbl>
    <w:p w14:paraId="075A50F9" w14:textId="77777777" w:rsidR="00D41CFE" w:rsidRPr="00953FB6" w:rsidRDefault="00D41CFE" w:rsidP="00D41CFE">
      <w:pPr>
        <w:pStyle w:val="Tabulka"/>
      </w:pPr>
    </w:p>
    <w:p w14:paraId="2EE112F6" w14:textId="77777777" w:rsidR="00165977" w:rsidRPr="00F95FBD" w:rsidRDefault="007C5289" w:rsidP="00165977">
      <w:pPr>
        <w:pStyle w:val="Nadpistabulky"/>
        <w:rPr>
          <w:sz w:val="18"/>
          <w:szCs w:val="18"/>
        </w:rPr>
      </w:pPr>
      <w:r w:rsidRPr="00953FB6">
        <w:rPr>
          <w:sz w:val="18"/>
          <w:szCs w:val="18"/>
        </w:rPr>
        <w:t>Specialista (vedoucí prací) na sdělovací</w:t>
      </w:r>
      <w:r w:rsidR="00A349C6" w:rsidRPr="00953FB6">
        <w:rPr>
          <w:sz w:val="18"/>
          <w:szCs w:val="18"/>
        </w:rPr>
        <w:t xml:space="preserve"> a </w:t>
      </w:r>
      <w:r w:rsidRPr="00953F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lastRenderedPageBreak/>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388D85D0" w14:textId="77777777" w:rsidR="001664E6" w:rsidRPr="00F95FBD" w:rsidRDefault="001664E6" w:rsidP="001664E6">
      <w:pPr>
        <w:pStyle w:val="Nadpistabulky"/>
        <w:rPr>
          <w:sz w:val="18"/>
          <w:szCs w:val="18"/>
        </w:rPr>
      </w:pPr>
      <w:r w:rsidRPr="00953FB6">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02BFC8E8" w:rsidR="007C5289" w:rsidRPr="007C5289" w:rsidRDefault="007C5289" w:rsidP="00FA1B7A">
            <w:pPr>
              <w:pStyle w:val="Tabulka"/>
              <w:cnfStyle w:val="000000000000" w:firstRow="0" w:lastRow="0" w:firstColumn="0" w:lastColumn="0" w:oddVBand="0" w:evenVBand="0" w:oddHBand="0" w:evenHBand="0" w:firstRowFirstColumn="0" w:firstRowLastColumn="0" w:lastRowFirstColumn="0" w:lastRowLastColumn="0"/>
            </w:pPr>
            <w:r w:rsidRPr="00953FB6">
              <w:t xml:space="preserve">Minimálně </w:t>
            </w:r>
            <w:r w:rsidR="00FA1B7A" w:rsidRPr="00953FB6">
              <w:t>8</w:t>
            </w:r>
            <w:r w:rsidR="00CB6C59" w:rsidRPr="00953FB6">
              <w:t>0</w:t>
            </w:r>
            <w:r w:rsidRPr="00953FB6">
              <w:t xml:space="preserve"> mil. Kč na jednu pojistnou událost</w:t>
            </w:r>
            <w:r w:rsidR="00A349C6" w:rsidRPr="00953FB6">
              <w:t xml:space="preserve"> a </w:t>
            </w:r>
            <w:r w:rsidR="00CB6C59" w:rsidRPr="00953FB6">
              <w:t>1</w:t>
            </w:r>
            <w:r w:rsidR="00FA1B7A" w:rsidRPr="00953FB6">
              <w:t>5</w:t>
            </w:r>
            <w:r w:rsidR="00CB6C59" w:rsidRPr="00953FB6">
              <w:t>0</w:t>
            </w:r>
            <w:r w:rsidRPr="00953FB6">
              <w:t xml:space="preserve"> mil. Kč</w:t>
            </w:r>
            <w:r w:rsidR="00A349C6" w:rsidRPr="00953FB6">
              <w:t xml:space="preserve"> v </w:t>
            </w:r>
            <w:r w:rsidRPr="00953FB6">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5A4108">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5A4108">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5A4108">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5A4108">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5A4108">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5A4108">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5A4108">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5A4108">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5A4108">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5A4108">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5A4108">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5A4108">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5A4108">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5A4108">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5A4108">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5A4108">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5A4108">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5A4108">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5A4108">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5A4108">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5A4108">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5A4108">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5A4108">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5A4108">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5A4108">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5A4108">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5A4108">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5A4108">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5A4108">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5A4108">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5A4108">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5A4108">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5A4108">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5A4108">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5A4108">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5A4108">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5A4108">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5A4108">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5A4108">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5A4108">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5A4108">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5A4108">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5A4108">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5A4108">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5A4108">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5A4108">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5A4108">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5A4108">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5A4108">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5A4108">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5A4108">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5A4108">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5A4108">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5A4108">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5A4108">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6B527" w14:textId="77777777" w:rsidR="00FB4604" w:rsidRDefault="00FB4604" w:rsidP="00962258">
      <w:pPr>
        <w:spacing w:after="0" w:line="240" w:lineRule="auto"/>
      </w:pPr>
      <w:r>
        <w:separator/>
      </w:r>
    </w:p>
  </w:endnote>
  <w:endnote w:type="continuationSeparator" w:id="0">
    <w:p w14:paraId="08908C42" w14:textId="77777777" w:rsidR="00FB4604" w:rsidRDefault="00FB46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4104960C" w14:textId="77777777" w:rsidTr="00F13FDA">
      <w:tc>
        <w:tcPr>
          <w:tcW w:w="1021" w:type="dxa"/>
          <w:vAlign w:val="bottom"/>
        </w:tcPr>
        <w:p w14:paraId="6ABBE6D0" w14:textId="0530A4D3" w:rsidR="005A4108" w:rsidRPr="00B8518B" w:rsidRDefault="005A410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3600">
            <w:rPr>
              <w:rStyle w:val="slostrnky"/>
              <w:noProof/>
            </w:rPr>
            <w:t>35</w:t>
          </w:r>
          <w:r w:rsidRPr="00B8518B">
            <w:rPr>
              <w:rStyle w:val="slostrnky"/>
            </w:rPr>
            <w:fldChar w:fldCharType="end"/>
          </w:r>
        </w:p>
      </w:tc>
      <w:tc>
        <w:tcPr>
          <w:tcW w:w="0" w:type="auto"/>
          <w:vAlign w:val="bottom"/>
        </w:tcPr>
        <w:p w14:paraId="45929B6B" w14:textId="77777777" w:rsidR="005A4108" w:rsidRDefault="005A4108" w:rsidP="00F13FDA">
          <w:pPr>
            <w:pStyle w:val="Zpatvlevo"/>
          </w:pPr>
          <w:r w:rsidRPr="00B41CFD">
            <w:t>Smlouva o dílo</w:t>
          </w:r>
        </w:p>
        <w:p w14:paraId="24613A41" w14:textId="77777777" w:rsidR="005A4108" w:rsidRPr="003462EB" w:rsidRDefault="005A4108" w:rsidP="00B63BD1">
          <w:pPr>
            <w:pStyle w:val="Zpatvlevo"/>
          </w:pPr>
          <w:r>
            <w:t>Z</w:t>
          </w:r>
          <w:r w:rsidRPr="00B63BD1">
            <w:t>hotovení Projektové dokumentace a stavby</w:t>
          </w:r>
        </w:p>
      </w:tc>
    </w:tr>
  </w:tbl>
  <w:p w14:paraId="67FD1A4E" w14:textId="77777777" w:rsidR="005A4108" w:rsidRPr="00F13FDA" w:rsidRDefault="005A410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4820A0B9" w14:textId="77777777" w:rsidTr="00F13FDA">
      <w:tc>
        <w:tcPr>
          <w:tcW w:w="1021" w:type="dxa"/>
          <w:vAlign w:val="bottom"/>
        </w:tcPr>
        <w:p w14:paraId="19D7CA9E" w14:textId="77777777"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5A4108" w:rsidRPr="00DD4862" w:rsidRDefault="005A4108" w:rsidP="00F13FDA">
          <w:pPr>
            <w:pStyle w:val="Zpatvlevo"/>
            <w:rPr>
              <w:b/>
            </w:rPr>
          </w:pPr>
          <w:r>
            <w:rPr>
              <w:b/>
            </w:rPr>
            <w:t>Příloha č. 5</w:t>
          </w:r>
        </w:p>
        <w:p w14:paraId="313CFA21" w14:textId="77777777" w:rsidR="005A4108" w:rsidRDefault="005A4108" w:rsidP="00F13FDA">
          <w:pPr>
            <w:pStyle w:val="Zpatvlevo"/>
          </w:pPr>
          <w:r w:rsidRPr="00B41CFD">
            <w:t>Smlouva o dílo</w:t>
          </w:r>
        </w:p>
        <w:p w14:paraId="0B549D3B" w14:textId="77777777" w:rsidR="005A4108" w:rsidRPr="003462EB" w:rsidRDefault="005A4108" w:rsidP="00F13FDA">
          <w:pPr>
            <w:pStyle w:val="Zpatvlevo"/>
          </w:pPr>
          <w:r>
            <w:t>Z</w:t>
          </w:r>
          <w:r w:rsidRPr="00B63BD1">
            <w:t>hotovení Projektové dokumentace a stavby</w:t>
          </w:r>
        </w:p>
      </w:tc>
    </w:tr>
  </w:tbl>
  <w:p w14:paraId="26C2AD34" w14:textId="77777777" w:rsidR="005A4108" w:rsidRPr="00F13FDA" w:rsidRDefault="005A410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3B39B85F" w14:textId="77777777" w:rsidTr="00934B6B">
      <w:tc>
        <w:tcPr>
          <w:tcW w:w="0" w:type="auto"/>
          <w:tcMar>
            <w:left w:w="0" w:type="dxa"/>
            <w:right w:w="0" w:type="dxa"/>
          </w:tcMar>
          <w:vAlign w:val="bottom"/>
        </w:tcPr>
        <w:p w14:paraId="3B62B9D3" w14:textId="77777777" w:rsidR="005A4108" w:rsidRPr="00DD4862" w:rsidRDefault="005A4108" w:rsidP="00934B6B">
          <w:pPr>
            <w:pStyle w:val="Zpatvpravo"/>
            <w:rPr>
              <w:b/>
            </w:rPr>
          </w:pPr>
          <w:r w:rsidRPr="00DD4862">
            <w:rPr>
              <w:b/>
            </w:rPr>
            <w:t xml:space="preserve">Příloha č. </w:t>
          </w:r>
          <w:r>
            <w:rPr>
              <w:b/>
            </w:rPr>
            <w:t>5</w:t>
          </w:r>
        </w:p>
        <w:p w14:paraId="557FAB05" w14:textId="77777777" w:rsidR="005A4108" w:rsidRPr="003462EB" w:rsidRDefault="005A4108" w:rsidP="00934B6B">
          <w:pPr>
            <w:pStyle w:val="Zpatvpravo"/>
          </w:pPr>
          <w:r>
            <w:t>Smlouva o dílo</w:t>
          </w:r>
        </w:p>
        <w:p w14:paraId="1DD0B0B7" w14:textId="77777777" w:rsidR="005A4108" w:rsidRPr="003462EB" w:rsidRDefault="005A4108"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1A689C8" w:rsidR="005A4108" w:rsidRPr="009E09BE" w:rsidRDefault="005A410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1</w:t>
          </w:r>
          <w:r>
            <w:rPr>
              <w:rStyle w:val="slostrnky"/>
            </w:rPr>
            <w:fldChar w:fldCharType="end"/>
          </w:r>
        </w:p>
      </w:tc>
    </w:tr>
  </w:tbl>
  <w:p w14:paraId="3062E164" w14:textId="77777777" w:rsidR="005A4108" w:rsidRPr="00B8518B" w:rsidRDefault="005A41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2882275F" w14:textId="77777777" w:rsidTr="00F13FDA">
      <w:tc>
        <w:tcPr>
          <w:tcW w:w="1021" w:type="dxa"/>
          <w:vAlign w:val="bottom"/>
        </w:tcPr>
        <w:p w14:paraId="5C8D9169" w14:textId="47508BEB"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53600">
            <w:rPr>
              <w:rStyle w:val="slostrnky"/>
              <w:noProof/>
            </w:rPr>
            <w:t>4</w:t>
          </w:r>
          <w:r>
            <w:rPr>
              <w:rStyle w:val="slostrnky"/>
            </w:rPr>
            <w:fldChar w:fldCharType="end"/>
          </w:r>
        </w:p>
      </w:tc>
      <w:tc>
        <w:tcPr>
          <w:tcW w:w="0" w:type="auto"/>
          <w:vAlign w:val="bottom"/>
        </w:tcPr>
        <w:p w14:paraId="3E105F62" w14:textId="77777777" w:rsidR="005A4108" w:rsidRPr="00DD4862" w:rsidRDefault="005A4108" w:rsidP="00F13FDA">
          <w:pPr>
            <w:pStyle w:val="Zpatvlevo"/>
            <w:rPr>
              <w:b/>
            </w:rPr>
          </w:pPr>
          <w:r>
            <w:rPr>
              <w:b/>
            </w:rPr>
            <w:t>Příloha č. 6</w:t>
          </w:r>
        </w:p>
        <w:p w14:paraId="1527FE35" w14:textId="77777777" w:rsidR="005A4108" w:rsidRDefault="005A4108" w:rsidP="00F13FDA">
          <w:pPr>
            <w:pStyle w:val="Zpatvlevo"/>
          </w:pPr>
          <w:r w:rsidRPr="00B41CFD">
            <w:t>Smlouva o dílo</w:t>
          </w:r>
        </w:p>
        <w:p w14:paraId="3A4FF54C" w14:textId="77777777" w:rsidR="005A4108" w:rsidRPr="003462EB" w:rsidRDefault="005A4108" w:rsidP="00F13FDA">
          <w:pPr>
            <w:pStyle w:val="Zpatvlevo"/>
          </w:pPr>
          <w:r>
            <w:t>Z</w:t>
          </w:r>
          <w:r w:rsidRPr="00B63BD1">
            <w:t>hotovení Projektové dokumentace a stavby</w:t>
          </w:r>
        </w:p>
      </w:tc>
    </w:tr>
  </w:tbl>
  <w:p w14:paraId="242D3B49" w14:textId="77777777" w:rsidR="005A4108" w:rsidRPr="00F13FDA" w:rsidRDefault="005A410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338E7D44" w14:textId="77777777" w:rsidTr="00934B6B">
      <w:tc>
        <w:tcPr>
          <w:tcW w:w="0" w:type="auto"/>
          <w:tcMar>
            <w:left w:w="0" w:type="dxa"/>
            <w:right w:w="0" w:type="dxa"/>
          </w:tcMar>
          <w:vAlign w:val="bottom"/>
        </w:tcPr>
        <w:p w14:paraId="467ACD65" w14:textId="77777777" w:rsidR="005A4108" w:rsidRPr="00DD4862" w:rsidRDefault="005A4108" w:rsidP="00934B6B">
          <w:pPr>
            <w:pStyle w:val="Zpatvpravo"/>
            <w:rPr>
              <w:b/>
            </w:rPr>
          </w:pPr>
          <w:r w:rsidRPr="00DD4862">
            <w:rPr>
              <w:b/>
            </w:rPr>
            <w:t xml:space="preserve">Příloha č. </w:t>
          </w:r>
          <w:r>
            <w:rPr>
              <w:b/>
            </w:rPr>
            <w:t>6</w:t>
          </w:r>
        </w:p>
        <w:p w14:paraId="702671EE" w14:textId="77777777" w:rsidR="005A4108" w:rsidRPr="003462EB" w:rsidRDefault="005A4108" w:rsidP="00934B6B">
          <w:pPr>
            <w:pStyle w:val="Zpatvpravo"/>
          </w:pPr>
          <w:r>
            <w:t>Smlouva o dílo</w:t>
          </w:r>
        </w:p>
        <w:p w14:paraId="0DEDBA4A" w14:textId="77777777" w:rsidR="005A4108" w:rsidRPr="003462EB" w:rsidRDefault="005A4108"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4589AF20" w:rsidR="005A4108" w:rsidRPr="009E09BE" w:rsidRDefault="005A410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4</w:t>
          </w:r>
          <w:r>
            <w:rPr>
              <w:rStyle w:val="slostrnky"/>
            </w:rPr>
            <w:fldChar w:fldCharType="end"/>
          </w:r>
        </w:p>
      </w:tc>
    </w:tr>
  </w:tbl>
  <w:p w14:paraId="7C686CF2" w14:textId="77777777" w:rsidR="005A4108" w:rsidRPr="00B8518B" w:rsidRDefault="005A410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67128925" w14:textId="77777777" w:rsidTr="00F13FDA">
      <w:tc>
        <w:tcPr>
          <w:tcW w:w="1021" w:type="dxa"/>
          <w:vAlign w:val="bottom"/>
        </w:tcPr>
        <w:p w14:paraId="0C3A5B7E" w14:textId="77777777"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5A4108" w:rsidRPr="00DD4862" w:rsidRDefault="005A4108" w:rsidP="00F13FDA">
          <w:pPr>
            <w:pStyle w:val="Zpatvlevo"/>
            <w:rPr>
              <w:b/>
            </w:rPr>
          </w:pPr>
          <w:r>
            <w:rPr>
              <w:b/>
            </w:rPr>
            <w:t>Příloha č. 7</w:t>
          </w:r>
        </w:p>
        <w:p w14:paraId="3940C1D6" w14:textId="77777777" w:rsidR="005A4108" w:rsidRDefault="005A4108" w:rsidP="00F13FDA">
          <w:pPr>
            <w:pStyle w:val="Zpatvlevo"/>
          </w:pPr>
          <w:r w:rsidRPr="00B41CFD">
            <w:t>Smlouva o dílo</w:t>
          </w:r>
        </w:p>
        <w:p w14:paraId="04590B48" w14:textId="77777777" w:rsidR="005A4108" w:rsidRPr="003462EB" w:rsidRDefault="005A4108" w:rsidP="00F13FDA">
          <w:pPr>
            <w:pStyle w:val="Zpatvlevo"/>
          </w:pPr>
          <w:r>
            <w:t>Z</w:t>
          </w:r>
          <w:r w:rsidRPr="00B63BD1">
            <w:t>hotovení Projektové dokumentace a stavby</w:t>
          </w:r>
        </w:p>
      </w:tc>
    </w:tr>
  </w:tbl>
  <w:p w14:paraId="4D242EED" w14:textId="77777777" w:rsidR="005A4108" w:rsidRPr="00F13FDA" w:rsidRDefault="005A410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71F39DDC" w14:textId="77777777" w:rsidTr="00934B6B">
      <w:tc>
        <w:tcPr>
          <w:tcW w:w="0" w:type="auto"/>
          <w:tcMar>
            <w:left w:w="0" w:type="dxa"/>
            <w:right w:w="0" w:type="dxa"/>
          </w:tcMar>
          <w:vAlign w:val="bottom"/>
        </w:tcPr>
        <w:p w14:paraId="43368CA0" w14:textId="77777777" w:rsidR="005A4108" w:rsidRPr="00DD4862" w:rsidRDefault="005A4108" w:rsidP="00934B6B">
          <w:pPr>
            <w:pStyle w:val="Zpatvpravo"/>
            <w:rPr>
              <w:b/>
            </w:rPr>
          </w:pPr>
          <w:r w:rsidRPr="00DD4862">
            <w:rPr>
              <w:b/>
            </w:rPr>
            <w:t xml:space="preserve">Příloha č. </w:t>
          </w:r>
          <w:r>
            <w:rPr>
              <w:b/>
            </w:rPr>
            <w:t>7</w:t>
          </w:r>
        </w:p>
        <w:p w14:paraId="1EBDBB95" w14:textId="77777777" w:rsidR="005A4108" w:rsidRPr="003462EB" w:rsidRDefault="005A4108" w:rsidP="00934B6B">
          <w:pPr>
            <w:pStyle w:val="Zpatvpravo"/>
          </w:pPr>
          <w:r>
            <w:t>Smlouva o dílo</w:t>
          </w:r>
        </w:p>
        <w:p w14:paraId="6FD202BE" w14:textId="77777777" w:rsidR="005A4108" w:rsidRPr="003462EB" w:rsidRDefault="005A4108"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448264EF" w:rsidR="005A4108" w:rsidRPr="009E09BE" w:rsidRDefault="005A410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1</w:t>
          </w:r>
          <w:r>
            <w:rPr>
              <w:rStyle w:val="slostrnky"/>
            </w:rPr>
            <w:fldChar w:fldCharType="end"/>
          </w:r>
        </w:p>
      </w:tc>
    </w:tr>
  </w:tbl>
  <w:p w14:paraId="29FBE57A" w14:textId="77777777" w:rsidR="005A4108" w:rsidRPr="00B8518B" w:rsidRDefault="005A410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211901E4" w14:textId="77777777" w:rsidTr="00F13FDA">
      <w:tc>
        <w:tcPr>
          <w:tcW w:w="1021" w:type="dxa"/>
          <w:vAlign w:val="bottom"/>
        </w:tcPr>
        <w:p w14:paraId="78474B11" w14:textId="77777777"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5A4108" w:rsidRPr="00DD4862" w:rsidRDefault="005A4108" w:rsidP="00F13FDA">
          <w:pPr>
            <w:pStyle w:val="Zpatvlevo"/>
            <w:rPr>
              <w:b/>
            </w:rPr>
          </w:pPr>
          <w:r>
            <w:rPr>
              <w:b/>
            </w:rPr>
            <w:t>Příloha č. 8</w:t>
          </w:r>
        </w:p>
        <w:p w14:paraId="43DCB144" w14:textId="77777777" w:rsidR="005A4108" w:rsidRDefault="005A4108" w:rsidP="00F13FDA">
          <w:pPr>
            <w:pStyle w:val="Zpatvlevo"/>
          </w:pPr>
          <w:r w:rsidRPr="00B41CFD">
            <w:t>Smlouva o dílo</w:t>
          </w:r>
        </w:p>
        <w:p w14:paraId="04894497" w14:textId="77777777" w:rsidR="005A4108" w:rsidRPr="003462EB" w:rsidRDefault="005A4108" w:rsidP="00F13FDA">
          <w:pPr>
            <w:pStyle w:val="Zpatvlevo"/>
          </w:pPr>
          <w:r>
            <w:t>Z</w:t>
          </w:r>
          <w:r w:rsidRPr="00B63BD1">
            <w:t>hotovení Projektové dokumentace a stavby</w:t>
          </w:r>
        </w:p>
      </w:tc>
    </w:tr>
  </w:tbl>
  <w:p w14:paraId="576A41AC" w14:textId="77777777" w:rsidR="005A4108" w:rsidRPr="00F13FDA" w:rsidRDefault="005A410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5ACBFFFE" w14:textId="77777777" w:rsidTr="00934B6B">
      <w:tc>
        <w:tcPr>
          <w:tcW w:w="0" w:type="auto"/>
          <w:tcMar>
            <w:left w:w="0" w:type="dxa"/>
            <w:right w:w="0" w:type="dxa"/>
          </w:tcMar>
          <w:vAlign w:val="bottom"/>
        </w:tcPr>
        <w:p w14:paraId="4898DBD2" w14:textId="77777777" w:rsidR="005A4108" w:rsidRPr="00DD4862" w:rsidRDefault="005A4108" w:rsidP="00934B6B">
          <w:pPr>
            <w:pStyle w:val="Zpatvpravo"/>
            <w:rPr>
              <w:b/>
            </w:rPr>
          </w:pPr>
          <w:r w:rsidRPr="00DD4862">
            <w:rPr>
              <w:b/>
            </w:rPr>
            <w:t xml:space="preserve">Příloha č. </w:t>
          </w:r>
          <w:r>
            <w:rPr>
              <w:b/>
            </w:rPr>
            <w:t>8</w:t>
          </w:r>
        </w:p>
        <w:p w14:paraId="2B35F55C" w14:textId="77777777" w:rsidR="005A4108" w:rsidRPr="003462EB" w:rsidRDefault="005A4108" w:rsidP="00934B6B">
          <w:pPr>
            <w:pStyle w:val="Zpatvpravo"/>
          </w:pPr>
          <w:r>
            <w:t>Smlouva o dílo</w:t>
          </w:r>
        </w:p>
        <w:p w14:paraId="50129DBE" w14:textId="77777777" w:rsidR="005A4108" w:rsidRPr="003462EB" w:rsidRDefault="005A4108"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2CDA5FF8" w:rsidR="005A4108" w:rsidRPr="009E09BE" w:rsidRDefault="005A410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1</w:t>
          </w:r>
          <w:r>
            <w:rPr>
              <w:rStyle w:val="slostrnky"/>
            </w:rPr>
            <w:fldChar w:fldCharType="end"/>
          </w:r>
        </w:p>
      </w:tc>
    </w:tr>
  </w:tbl>
  <w:p w14:paraId="5F28876B" w14:textId="77777777" w:rsidR="005A4108" w:rsidRPr="00B8518B" w:rsidRDefault="005A410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A4108" w:rsidRPr="009E09BE" w14:paraId="6E72BFB4" w14:textId="77777777" w:rsidTr="00904902">
      <w:tc>
        <w:tcPr>
          <w:tcW w:w="0" w:type="auto"/>
          <w:tcMar>
            <w:left w:w="0" w:type="dxa"/>
            <w:right w:w="0" w:type="dxa"/>
          </w:tcMar>
          <w:vAlign w:val="bottom"/>
        </w:tcPr>
        <w:p w14:paraId="13963E55" w14:textId="77777777" w:rsidR="005A4108" w:rsidRPr="00DD4862" w:rsidRDefault="005A4108" w:rsidP="00DC37EC">
          <w:pPr>
            <w:pStyle w:val="Zpatvpravo"/>
            <w:rPr>
              <w:b/>
            </w:rPr>
          </w:pPr>
          <w:r w:rsidRPr="00DD4862">
            <w:rPr>
              <w:b/>
            </w:rPr>
            <w:t xml:space="preserve">Příloha č. </w:t>
          </w:r>
          <w:r>
            <w:rPr>
              <w:b/>
            </w:rPr>
            <w:t>10</w:t>
          </w:r>
        </w:p>
        <w:p w14:paraId="05E207F7" w14:textId="77777777" w:rsidR="005A4108" w:rsidRPr="003462EB" w:rsidRDefault="005A4108" w:rsidP="00DC37EC">
          <w:pPr>
            <w:pStyle w:val="Zpatvpravo"/>
          </w:pPr>
          <w:r>
            <w:t>Smlouva o dílo</w:t>
          </w:r>
        </w:p>
        <w:p w14:paraId="4B585457" w14:textId="77777777" w:rsidR="005A4108" w:rsidRPr="003462EB" w:rsidRDefault="005A4108"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5A4108" w:rsidRPr="00B8518B" w:rsidRDefault="005A4108" w:rsidP="00DC37EC">
          <w:pPr>
            <w:pStyle w:val="Zpatvpravo"/>
            <w:rPr>
              <w:rStyle w:val="slostrnky"/>
            </w:rPr>
          </w:pPr>
        </w:p>
      </w:tc>
      <w:tc>
        <w:tcPr>
          <w:tcW w:w="1021" w:type="dxa"/>
          <w:vAlign w:val="bottom"/>
        </w:tcPr>
        <w:p w14:paraId="541CC307" w14:textId="4612103B" w:rsidR="005A4108" w:rsidRPr="009E09BE" w:rsidRDefault="005A4108"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5</w:t>
          </w:r>
          <w:r>
            <w:rPr>
              <w:rStyle w:val="slostrnky"/>
            </w:rPr>
            <w:fldChar w:fldCharType="end"/>
          </w:r>
        </w:p>
      </w:tc>
    </w:tr>
  </w:tbl>
  <w:p w14:paraId="43314644" w14:textId="77777777" w:rsidR="005A4108" w:rsidRPr="00B8518B" w:rsidRDefault="005A4108" w:rsidP="00DC37EC">
    <w:pPr>
      <w:pStyle w:val="Zpat"/>
      <w:rPr>
        <w:sz w:val="2"/>
        <w:szCs w:val="2"/>
      </w:rPr>
    </w:pPr>
  </w:p>
  <w:p w14:paraId="54616B81" w14:textId="77777777" w:rsidR="005A4108" w:rsidRPr="00DC37EC" w:rsidRDefault="005A4108"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A4108" w:rsidRPr="009E09BE" w14:paraId="5DFA6D30" w14:textId="77777777" w:rsidTr="00DC37EC">
      <w:tc>
        <w:tcPr>
          <w:tcW w:w="0" w:type="auto"/>
          <w:tcMar>
            <w:left w:w="0" w:type="dxa"/>
            <w:right w:w="0" w:type="dxa"/>
          </w:tcMar>
          <w:vAlign w:val="bottom"/>
        </w:tcPr>
        <w:p w14:paraId="3F33D809" w14:textId="77777777" w:rsidR="005A4108" w:rsidRPr="00DD4862" w:rsidRDefault="005A4108" w:rsidP="00DC37EC">
          <w:pPr>
            <w:pStyle w:val="Zpatvpravo"/>
            <w:rPr>
              <w:b/>
            </w:rPr>
          </w:pPr>
          <w:r w:rsidRPr="00DD4862">
            <w:rPr>
              <w:b/>
            </w:rPr>
            <w:t xml:space="preserve">Příloha č. </w:t>
          </w:r>
          <w:r>
            <w:rPr>
              <w:b/>
            </w:rPr>
            <w:t>9</w:t>
          </w:r>
        </w:p>
        <w:p w14:paraId="42F3AB09" w14:textId="77777777" w:rsidR="005A4108" w:rsidRPr="003462EB" w:rsidRDefault="005A4108" w:rsidP="00DC37EC">
          <w:pPr>
            <w:pStyle w:val="Zpatvpravo"/>
          </w:pPr>
          <w:r>
            <w:t>Smlouva o dílo</w:t>
          </w:r>
        </w:p>
        <w:p w14:paraId="18F542FA" w14:textId="77777777" w:rsidR="005A4108" w:rsidRPr="003462EB" w:rsidRDefault="005A4108"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5A4108" w:rsidRPr="00B8518B" w:rsidRDefault="005A4108" w:rsidP="00DC37EC">
          <w:pPr>
            <w:pStyle w:val="Zpatvpravo"/>
            <w:rPr>
              <w:rStyle w:val="slostrnky"/>
            </w:rPr>
          </w:pPr>
        </w:p>
      </w:tc>
      <w:tc>
        <w:tcPr>
          <w:tcW w:w="1021" w:type="dxa"/>
          <w:vAlign w:val="bottom"/>
        </w:tcPr>
        <w:p w14:paraId="576522F1" w14:textId="79B204EF" w:rsidR="005A4108" w:rsidRPr="009E09BE" w:rsidRDefault="005A4108"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1</w:t>
          </w:r>
          <w:r>
            <w:rPr>
              <w:rStyle w:val="slostrnky"/>
            </w:rPr>
            <w:fldChar w:fldCharType="end"/>
          </w:r>
        </w:p>
      </w:tc>
    </w:tr>
  </w:tbl>
  <w:p w14:paraId="6B3BAB05" w14:textId="77777777" w:rsidR="005A4108" w:rsidRPr="00B8518B" w:rsidRDefault="005A41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3081D676" w14:textId="77777777" w:rsidTr="00F13FDA">
      <w:tc>
        <w:tcPr>
          <w:tcW w:w="0" w:type="auto"/>
          <w:tcMar>
            <w:left w:w="0" w:type="dxa"/>
            <w:right w:w="0" w:type="dxa"/>
          </w:tcMar>
          <w:vAlign w:val="bottom"/>
        </w:tcPr>
        <w:p w14:paraId="040E065A" w14:textId="77777777" w:rsidR="005A4108" w:rsidRPr="003462EB" w:rsidRDefault="005A4108" w:rsidP="00F13FDA">
          <w:pPr>
            <w:pStyle w:val="Zpatvpravo"/>
          </w:pPr>
          <w:r>
            <w:t>Smlouva o dílo</w:t>
          </w:r>
        </w:p>
        <w:p w14:paraId="29166DE8" w14:textId="77777777" w:rsidR="005A4108" w:rsidRPr="003462EB" w:rsidRDefault="005A4108"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C7B6F22" w:rsidR="005A4108" w:rsidRPr="009E09BE" w:rsidRDefault="005A410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3600">
            <w:rPr>
              <w:rStyle w:val="slostrnky"/>
              <w:noProof/>
            </w:rPr>
            <w:t>35</w:t>
          </w:r>
          <w:r w:rsidRPr="00B8518B">
            <w:rPr>
              <w:rStyle w:val="slostrnky"/>
            </w:rPr>
            <w:fldChar w:fldCharType="end"/>
          </w:r>
        </w:p>
      </w:tc>
    </w:tr>
  </w:tbl>
  <w:p w14:paraId="000D3D0B" w14:textId="77777777" w:rsidR="005A4108" w:rsidRPr="00B8518B" w:rsidRDefault="005A410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A4108" w:rsidRPr="009E09BE" w14:paraId="7A2A32AD" w14:textId="77777777" w:rsidTr="00DC37EC">
      <w:tc>
        <w:tcPr>
          <w:tcW w:w="0" w:type="auto"/>
          <w:tcMar>
            <w:left w:w="0" w:type="dxa"/>
            <w:right w:w="0" w:type="dxa"/>
          </w:tcMar>
          <w:vAlign w:val="bottom"/>
        </w:tcPr>
        <w:p w14:paraId="48AB2DC8" w14:textId="77777777" w:rsidR="005A4108" w:rsidRPr="00DD4862" w:rsidRDefault="005A4108" w:rsidP="00DC37EC">
          <w:pPr>
            <w:pStyle w:val="Zpatvpravo"/>
            <w:rPr>
              <w:b/>
            </w:rPr>
          </w:pPr>
          <w:r w:rsidRPr="00DD4862">
            <w:rPr>
              <w:b/>
            </w:rPr>
            <w:t xml:space="preserve">Příloha č. </w:t>
          </w:r>
          <w:r>
            <w:rPr>
              <w:b/>
            </w:rPr>
            <w:t>10</w:t>
          </w:r>
        </w:p>
        <w:p w14:paraId="6A081B4F" w14:textId="77777777" w:rsidR="005A4108" w:rsidRPr="003462EB" w:rsidRDefault="005A4108" w:rsidP="00DC37EC">
          <w:pPr>
            <w:pStyle w:val="Zpatvpravo"/>
          </w:pPr>
          <w:r>
            <w:t>Smlouva o dílo</w:t>
          </w:r>
        </w:p>
        <w:p w14:paraId="540C94BE" w14:textId="77777777" w:rsidR="005A4108" w:rsidRPr="003462EB" w:rsidRDefault="005A4108"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5A4108" w:rsidRPr="00B8518B" w:rsidRDefault="005A4108" w:rsidP="00DC37EC">
          <w:pPr>
            <w:pStyle w:val="Zpatvpravo"/>
            <w:rPr>
              <w:rStyle w:val="slostrnky"/>
            </w:rPr>
          </w:pPr>
        </w:p>
      </w:tc>
      <w:tc>
        <w:tcPr>
          <w:tcW w:w="1021" w:type="dxa"/>
          <w:vAlign w:val="bottom"/>
        </w:tcPr>
        <w:p w14:paraId="4F9AA148" w14:textId="1ACD1CF1" w:rsidR="005A4108" w:rsidRPr="009E09BE" w:rsidRDefault="005A4108"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5</w:t>
          </w:r>
          <w:r>
            <w:rPr>
              <w:rStyle w:val="slostrnky"/>
            </w:rPr>
            <w:fldChar w:fldCharType="end"/>
          </w:r>
        </w:p>
      </w:tc>
    </w:tr>
  </w:tbl>
  <w:p w14:paraId="3FE720CA" w14:textId="77777777" w:rsidR="005A4108" w:rsidRPr="00B8518B" w:rsidRDefault="005A410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5A4108" w:rsidRDefault="005A4108" w:rsidP="00BF2895">
    <w:pPr>
      <w:pStyle w:val="Zpat"/>
      <w:rPr>
        <w:sz w:val="2"/>
        <w:szCs w:val="2"/>
      </w:rPr>
    </w:pPr>
  </w:p>
  <w:p w14:paraId="74E51633" w14:textId="77777777" w:rsidR="005A4108" w:rsidRPr="001E4BDC" w:rsidRDefault="005A4108" w:rsidP="00BF2895">
    <w:pPr>
      <w:pStyle w:val="Zpat"/>
      <w:rPr>
        <w:sz w:val="12"/>
        <w:szCs w:val="12"/>
      </w:rPr>
    </w:pPr>
  </w:p>
  <w:p w14:paraId="1391AB0D" w14:textId="77777777" w:rsidR="005A4108" w:rsidRPr="001E4BDC" w:rsidRDefault="005A4108"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7C5FA12C" w14:textId="77777777" w:rsidTr="00F13FDA">
      <w:tc>
        <w:tcPr>
          <w:tcW w:w="1021" w:type="dxa"/>
          <w:vAlign w:val="bottom"/>
        </w:tcPr>
        <w:p w14:paraId="55E968BB" w14:textId="77777777"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5A4108" w:rsidRPr="00DD4862" w:rsidRDefault="005A4108" w:rsidP="00F13FDA">
          <w:pPr>
            <w:pStyle w:val="Zpatvlevo"/>
            <w:rPr>
              <w:b/>
            </w:rPr>
          </w:pPr>
          <w:r w:rsidRPr="00DD4862">
            <w:rPr>
              <w:b/>
            </w:rPr>
            <w:t>Příloha č. 1</w:t>
          </w:r>
        </w:p>
        <w:p w14:paraId="6736B376" w14:textId="77777777" w:rsidR="005A4108" w:rsidRDefault="005A4108" w:rsidP="00F13FDA">
          <w:pPr>
            <w:pStyle w:val="Zpatvlevo"/>
          </w:pPr>
          <w:r w:rsidRPr="00B41CFD">
            <w:t>Smlouva o dílo</w:t>
          </w:r>
        </w:p>
        <w:p w14:paraId="388FB6AB" w14:textId="77777777" w:rsidR="005A4108" w:rsidRPr="003462EB" w:rsidRDefault="005A4108" w:rsidP="00F13FDA">
          <w:pPr>
            <w:pStyle w:val="Zpatvlevo"/>
          </w:pPr>
          <w:r>
            <w:t>Z</w:t>
          </w:r>
          <w:r w:rsidRPr="00B63BD1">
            <w:t>hotovení Projektové dokumentace a stavby</w:t>
          </w:r>
        </w:p>
      </w:tc>
    </w:tr>
  </w:tbl>
  <w:p w14:paraId="7BB71A21" w14:textId="77777777" w:rsidR="005A4108" w:rsidRPr="00F13FDA" w:rsidRDefault="005A410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5A4108" w:rsidRDefault="005A410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65045254" w14:textId="77777777" w:rsidTr="00934B6B">
      <w:tc>
        <w:tcPr>
          <w:tcW w:w="0" w:type="auto"/>
          <w:tcMar>
            <w:left w:w="0" w:type="dxa"/>
            <w:right w:w="0" w:type="dxa"/>
          </w:tcMar>
          <w:vAlign w:val="bottom"/>
        </w:tcPr>
        <w:p w14:paraId="47D41CAE" w14:textId="77777777" w:rsidR="005A4108" w:rsidRPr="00DD4862" w:rsidRDefault="005A4108" w:rsidP="00934B6B">
          <w:pPr>
            <w:pStyle w:val="Zpatvpravo"/>
            <w:rPr>
              <w:b/>
            </w:rPr>
          </w:pPr>
          <w:r w:rsidRPr="00DD4862">
            <w:rPr>
              <w:b/>
            </w:rPr>
            <w:t>Příloha č. 1</w:t>
          </w:r>
        </w:p>
        <w:p w14:paraId="2F5D2B55" w14:textId="77777777" w:rsidR="005A4108" w:rsidRPr="003462EB" w:rsidRDefault="005A4108" w:rsidP="00934B6B">
          <w:pPr>
            <w:pStyle w:val="Zpatvpravo"/>
          </w:pPr>
          <w:r>
            <w:t>Smlouva o dílo</w:t>
          </w:r>
        </w:p>
        <w:p w14:paraId="245439D7" w14:textId="77777777" w:rsidR="005A4108" w:rsidRPr="003462EB" w:rsidRDefault="005A4108"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CEC281C" w:rsidR="005A4108" w:rsidRPr="009E09BE" w:rsidRDefault="005A410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1</w:t>
          </w:r>
          <w:r>
            <w:rPr>
              <w:rStyle w:val="slostrnky"/>
            </w:rPr>
            <w:fldChar w:fldCharType="end"/>
          </w:r>
        </w:p>
      </w:tc>
    </w:tr>
  </w:tbl>
  <w:p w14:paraId="71D74358" w14:textId="77777777" w:rsidR="005A4108" w:rsidRPr="00B8518B" w:rsidRDefault="005A41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4FFB77B4" w14:textId="77777777" w:rsidTr="00F13FDA">
      <w:tc>
        <w:tcPr>
          <w:tcW w:w="1021" w:type="dxa"/>
          <w:vAlign w:val="bottom"/>
        </w:tcPr>
        <w:p w14:paraId="2257580E" w14:textId="77777777"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5A4108" w:rsidRPr="00DD4862" w:rsidRDefault="005A4108" w:rsidP="00F13FDA">
          <w:pPr>
            <w:pStyle w:val="Zpatvlevo"/>
            <w:rPr>
              <w:b/>
            </w:rPr>
          </w:pPr>
          <w:r>
            <w:rPr>
              <w:b/>
            </w:rPr>
            <w:t>Příloha č. 2</w:t>
          </w:r>
        </w:p>
        <w:p w14:paraId="3D846C68" w14:textId="77777777" w:rsidR="005A4108" w:rsidRDefault="005A4108" w:rsidP="00F13FDA">
          <w:pPr>
            <w:pStyle w:val="Zpatvlevo"/>
          </w:pPr>
          <w:r w:rsidRPr="00B41CFD">
            <w:t>Smlouva o dílo</w:t>
          </w:r>
        </w:p>
        <w:p w14:paraId="1C3FA075" w14:textId="77777777" w:rsidR="005A4108" w:rsidRPr="003462EB" w:rsidRDefault="005A4108" w:rsidP="00F13FDA">
          <w:pPr>
            <w:pStyle w:val="Zpatvlevo"/>
          </w:pPr>
          <w:r>
            <w:t>Z</w:t>
          </w:r>
          <w:r w:rsidRPr="00B63BD1">
            <w:t>hotovení Projektové dokumentace a stavby</w:t>
          </w:r>
        </w:p>
      </w:tc>
    </w:tr>
  </w:tbl>
  <w:p w14:paraId="7D2C0E00" w14:textId="77777777" w:rsidR="005A4108" w:rsidRPr="00F13FDA" w:rsidRDefault="005A410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2EB9F2EA" w14:textId="77777777" w:rsidTr="00934B6B">
      <w:tc>
        <w:tcPr>
          <w:tcW w:w="0" w:type="auto"/>
          <w:tcMar>
            <w:left w:w="0" w:type="dxa"/>
            <w:right w:w="0" w:type="dxa"/>
          </w:tcMar>
          <w:vAlign w:val="bottom"/>
        </w:tcPr>
        <w:p w14:paraId="1E1F0A9A" w14:textId="77777777" w:rsidR="005A4108" w:rsidRPr="00DD4862" w:rsidRDefault="005A4108" w:rsidP="00934B6B">
          <w:pPr>
            <w:pStyle w:val="Zpatvpravo"/>
            <w:rPr>
              <w:b/>
            </w:rPr>
          </w:pPr>
          <w:r w:rsidRPr="00DD4862">
            <w:rPr>
              <w:b/>
            </w:rPr>
            <w:t>Příloha č. 2</w:t>
          </w:r>
        </w:p>
        <w:p w14:paraId="27E68A04" w14:textId="77777777" w:rsidR="005A4108" w:rsidRPr="003462EB" w:rsidRDefault="005A4108" w:rsidP="00934B6B">
          <w:pPr>
            <w:pStyle w:val="Zpatvpravo"/>
          </w:pPr>
          <w:r>
            <w:t>Smlouva o dílo</w:t>
          </w:r>
        </w:p>
        <w:p w14:paraId="52498DA6" w14:textId="77777777" w:rsidR="005A4108" w:rsidRPr="003462EB" w:rsidRDefault="005A4108"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32DF542F" w:rsidR="005A4108" w:rsidRPr="009E09BE" w:rsidRDefault="005A410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1</w:t>
          </w:r>
          <w:r>
            <w:rPr>
              <w:rStyle w:val="slostrnky"/>
            </w:rPr>
            <w:fldChar w:fldCharType="end"/>
          </w:r>
        </w:p>
      </w:tc>
    </w:tr>
  </w:tbl>
  <w:p w14:paraId="2EA8C976" w14:textId="77777777" w:rsidR="005A4108" w:rsidRPr="00B8518B" w:rsidRDefault="005A41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4108" w:rsidRPr="003462EB" w14:paraId="091847A1" w14:textId="77777777" w:rsidTr="00F13FDA">
      <w:tc>
        <w:tcPr>
          <w:tcW w:w="1021" w:type="dxa"/>
          <w:vAlign w:val="bottom"/>
        </w:tcPr>
        <w:p w14:paraId="15ED82C6" w14:textId="3C543D03" w:rsidR="005A4108" w:rsidRPr="00B8518B" w:rsidRDefault="005A4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53600">
            <w:rPr>
              <w:rStyle w:val="slostrnky"/>
              <w:noProof/>
            </w:rPr>
            <w:t>4</w:t>
          </w:r>
          <w:r>
            <w:rPr>
              <w:rStyle w:val="slostrnky"/>
            </w:rPr>
            <w:fldChar w:fldCharType="end"/>
          </w:r>
        </w:p>
      </w:tc>
      <w:tc>
        <w:tcPr>
          <w:tcW w:w="0" w:type="auto"/>
          <w:vAlign w:val="bottom"/>
        </w:tcPr>
        <w:p w14:paraId="53BEA41F" w14:textId="77777777" w:rsidR="005A4108" w:rsidRPr="00DD4862" w:rsidRDefault="005A4108" w:rsidP="00F13FDA">
          <w:pPr>
            <w:pStyle w:val="Zpatvlevo"/>
            <w:rPr>
              <w:b/>
            </w:rPr>
          </w:pPr>
          <w:r>
            <w:rPr>
              <w:b/>
            </w:rPr>
            <w:t>Příloha č. 4</w:t>
          </w:r>
        </w:p>
        <w:p w14:paraId="53AB09F5" w14:textId="77777777" w:rsidR="005A4108" w:rsidRDefault="005A4108" w:rsidP="00F13FDA">
          <w:pPr>
            <w:pStyle w:val="Zpatvlevo"/>
          </w:pPr>
          <w:r w:rsidRPr="00B41CFD">
            <w:t>Smlouva o dílo</w:t>
          </w:r>
        </w:p>
        <w:p w14:paraId="63A9EDE5" w14:textId="77777777" w:rsidR="005A4108" w:rsidRPr="003462EB" w:rsidRDefault="005A4108" w:rsidP="00F13FDA">
          <w:pPr>
            <w:pStyle w:val="Zpatvlevo"/>
          </w:pPr>
          <w:r>
            <w:t>Z</w:t>
          </w:r>
          <w:r w:rsidRPr="00B63BD1">
            <w:t>hotovení Projektové dokumentace a stavby</w:t>
          </w:r>
        </w:p>
      </w:tc>
    </w:tr>
  </w:tbl>
  <w:p w14:paraId="0380B260" w14:textId="77777777" w:rsidR="005A4108" w:rsidRPr="00F13FDA" w:rsidRDefault="005A410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4108" w:rsidRPr="009E09BE" w14:paraId="74DCA671" w14:textId="77777777" w:rsidTr="00934B6B">
      <w:tc>
        <w:tcPr>
          <w:tcW w:w="0" w:type="auto"/>
          <w:tcMar>
            <w:left w:w="0" w:type="dxa"/>
            <w:right w:w="0" w:type="dxa"/>
          </w:tcMar>
          <w:vAlign w:val="bottom"/>
        </w:tcPr>
        <w:p w14:paraId="09B3D97E" w14:textId="3DBB4BA4" w:rsidR="005A4108" w:rsidRPr="00DD4862" w:rsidRDefault="005A4108" w:rsidP="00934B6B">
          <w:pPr>
            <w:pStyle w:val="Zpatvpravo"/>
            <w:rPr>
              <w:b/>
            </w:rPr>
          </w:pPr>
          <w:r w:rsidRPr="00DD4862">
            <w:rPr>
              <w:b/>
            </w:rPr>
            <w:t xml:space="preserve">Příloha č. </w:t>
          </w:r>
          <w:r>
            <w:rPr>
              <w:b/>
            </w:rPr>
            <w:t>3</w:t>
          </w:r>
        </w:p>
        <w:p w14:paraId="53AB72F1" w14:textId="77777777" w:rsidR="005A4108" w:rsidRPr="003462EB" w:rsidRDefault="005A4108" w:rsidP="00934B6B">
          <w:pPr>
            <w:pStyle w:val="Zpatvpravo"/>
          </w:pPr>
          <w:r>
            <w:t>Smlouva o dílo</w:t>
          </w:r>
        </w:p>
        <w:p w14:paraId="73655BEB" w14:textId="77777777" w:rsidR="005A4108" w:rsidRPr="003462EB" w:rsidRDefault="005A4108"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0F6F6A80" w:rsidR="005A4108" w:rsidRPr="009E09BE" w:rsidRDefault="005A410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6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53600">
            <w:rPr>
              <w:rStyle w:val="slostrnky"/>
              <w:noProof/>
            </w:rPr>
            <w:t>4</w:t>
          </w:r>
          <w:r>
            <w:rPr>
              <w:rStyle w:val="slostrnky"/>
            </w:rPr>
            <w:fldChar w:fldCharType="end"/>
          </w:r>
        </w:p>
      </w:tc>
    </w:tr>
  </w:tbl>
  <w:p w14:paraId="4FEA439F" w14:textId="77777777" w:rsidR="005A4108" w:rsidRPr="00B8518B" w:rsidRDefault="005A41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F2B22" w14:textId="77777777" w:rsidR="00FB4604" w:rsidRDefault="00FB4604" w:rsidP="00962258">
      <w:pPr>
        <w:spacing w:after="0" w:line="240" w:lineRule="auto"/>
      </w:pPr>
      <w:r>
        <w:separator/>
      </w:r>
    </w:p>
  </w:footnote>
  <w:footnote w:type="continuationSeparator" w:id="0">
    <w:p w14:paraId="1CB6DAAC" w14:textId="77777777" w:rsidR="00FB4604" w:rsidRDefault="00FB46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5A4108" w:rsidRDefault="005A410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5A4108" w:rsidRPr="00D6163D" w:rsidRDefault="005A41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5A4108" w:rsidRDefault="005A410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4108" w14:paraId="33B1CA3F" w14:textId="77777777" w:rsidTr="00B22106">
      <w:trPr>
        <w:trHeight w:hRule="exact" w:val="936"/>
      </w:trPr>
      <w:tc>
        <w:tcPr>
          <w:tcW w:w="1361" w:type="dxa"/>
          <w:tcMar>
            <w:left w:w="0" w:type="dxa"/>
            <w:right w:w="0" w:type="dxa"/>
          </w:tcMar>
        </w:tcPr>
        <w:p w14:paraId="66045617" w14:textId="77777777" w:rsidR="005A4108" w:rsidRPr="00B8518B" w:rsidRDefault="005A4108" w:rsidP="00FC6389">
          <w:pPr>
            <w:pStyle w:val="Zpat"/>
            <w:rPr>
              <w:rStyle w:val="slostrnky"/>
            </w:rPr>
          </w:pPr>
        </w:p>
      </w:tc>
      <w:tc>
        <w:tcPr>
          <w:tcW w:w="3458" w:type="dxa"/>
          <w:shd w:val="clear" w:color="auto" w:fill="auto"/>
          <w:tcMar>
            <w:left w:w="0" w:type="dxa"/>
            <w:right w:w="0" w:type="dxa"/>
          </w:tcMar>
        </w:tcPr>
        <w:p w14:paraId="4F67A8A2" w14:textId="77777777" w:rsidR="005A4108" w:rsidRDefault="005A4108"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5A4108" w:rsidRPr="00D6163D" w:rsidRDefault="005A4108" w:rsidP="00FC6389">
          <w:pPr>
            <w:pStyle w:val="Druhdokumentu"/>
          </w:pPr>
        </w:p>
      </w:tc>
    </w:tr>
    <w:tr w:rsidR="005A4108" w14:paraId="30C68527" w14:textId="77777777" w:rsidTr="00B22106">
      <w:trPr>
        <w:trHeight w:hRule="exact" w:val="936"/>
      </w:trPr>
      <w:tc>
        <w:tcPr>
          <w:tcW w:w="1361" w:type="dxa"/>
          <w:tcMar>
            <w:left w:w="0" w:type="dxa"/>
            <w:right w:w="0" w:type="dxa"/>
          </w:tcMar>
        </w:tcPr>
        <w:p w14:paraId="46A8AA7A" w14:textId="77777777" w:rsidR="005A4108" w:rsidRPr="00B8518B" w:rsidRDefault="005A4108" w:rsidP="00FC6389">
          <w:pPr>
            <w:pStyle w:val="Zpat"/>
            <w:rPr>
              <w:rStyle w:val="slostrnky"/>
            </w:rPr>
          </w:pPr>
        </w:p>
      </w:tc>
      <w:tc>
        <w:tcPr>
          <w:tcW w:w="3458" w:type="dxa"/>
          <w:shd w:val="clear" w:color="auto" w:fill="auto"/>
          <w:tcMar>
            <w:left w:w="0" w:type="dxa"/>
            <w:right w:w="0" w:type="dxa"/>
          </w:tcMar>
        </w:tcPr>
        <w:p w14:paraId="4FA0F11F" w14:textId="77777777" w:rsidR="005A4108" w:rsidRDefault="005A4108" w:rsidP="00FC6389">
          <w:pPr>
            <w:pStyle w:val="Zpat"/>
          </w:pPr>
        </w:p>
      </w:tc>
      <w:tc>
        <w:tcPr>
          <w:tcW w:w="5756" w:type="dxa"/>
          <w:shd w:val="clear" w:color="auto" w:fill="auto"/>
          <w:tcMar>
            <w:left w:w="0" w:type="dxa"/>
            <w:right w:w="0" w:type="dxa"/>
          </w:tcMar>
        </w:tcPr>
        <w:p w14:paraId="6C4F1431" w14:textId="77777777" w:rsidR="005A4108" w:rsidRPr="00D6163D" w:rsidRDefault="005A4108" w:rsidP="00FC6389">
          <w:pPr>
            <w:pStyle w:val="Druhdokumentu"/>
          </w:pPr>
        </w:p>
      </w:tc>
    </w:tr>
  </w:tbl>
  <w:p w14:paraId="4AEEEBA1" w14:textId="77777777" w:rsidR="005A4108" w:rsidRPr="00D6163D" w:rsidRDefault="005A4108" w:rsidP="00FC6389">
    <w:pPr>
      <w:pStyle w:val="Zhlav"/>
      <w:rPr>
        <w:sz w:val="8"/>
        <w:szCs w:val="8"/>
      </w:rPr>
    </w:pPr>
  </w:p>
  <w:p w14:paraId="4AD25DBF" w14:textId="77777777" w:rsidR="005A4108" w:rsidRPr="00460660" w:rsidRDefault="005A410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5A4108" w:rsidRPr="00D6163D" w:rsidRDefault="005A41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5A4108" w:rsidRPr="00D6163D" w:rsidRDefault="005A41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5A4108" w:rsidRPr="00D6163D" w:rsidRDefault="005A410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5A4108" w:rsidRPr="00D6163D" w:rsidRDefault="005A410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5A4108" w:rsidRPr="00D6163D" w:rsidRDefault="005A410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5A4108" w:rsidRPr="00D6163D" w:rsidRDefault="005A410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964EF"/>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A7D"/>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408D"/>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3F3B00"/>
    <w:rsid w:val="0040399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939FF"/>
    <w:rsid w:val="005A03A3"/>
    <w:rsid w:val="005A1F44"/>
    <w:rsid w:val="005A32C2"/>
    <w:rsid w:val="005A4108"/>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257A4"/>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3600"/>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2E4A"/>
    <w:rsid w:val="00796376"/>
    <w:rsid w:val="007A1057"/>
    <w:rsid w:val="007A5172"/>
    <w:rsid w:val="007A67A0"/>
    <w:rsid w:val="007A7DDE"/>
    <w:rsid w:val="007B570C"/>
    <w:rsid w:val="007B69AC"/>
    <w:rsid w:val="007C0E98"/>
    <w:rsid w:val="007C42FE"/>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8B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53FB6"/>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CF5598"/>
    <w:rsid w:val="00D034A0"/>
    <w:rsid w:val="00D21061"/>
    <w:rsid w:val="00D4108E"/>
    <w:rsid w:val="00D41385"/>
    <w:rsid w:val="00D41CFE"/>
    <w:rsid w:val="00D41DA1"/>
    <w:rsid w:val="00D4328E"/>
    <w:rsid w:val="00D50FE6"/>
    <w:rsid w:val="00D54688"/>
    <w:rsid w:val="00D6163D"/>
    <w:rsid w:val="00D701DC"/>
    <w:rsid w:val="00D75552"/>
    <w:rsid w:val="00D77554"/>
    <w:rsid w:val="00D831A3"/>
    <w:rsid w:val="00D86204"/>
    <w:rsid w:val="00D8672E"/>
    <w:rsid w:val="00D97BE3"/>
    <w:rsid w:val="00DA3711"/>
    <w:rsid w:val="00DC37EC"/>
    <w:rsid w:val="00DD0BE3"/>
    <w:rsid w:val="00DD46F3"/>
    <w:rsid w:val="00DD4862"/>
    <w:rsid w:val="00DD4C49"/>
    <w:rsid w:val="00DE124D"/>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52E8"/>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A1B7A"/>
    <w:rsid w:val="00FB4604"/>
    <w:rsid w:val="00FB62D0"/>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9E9472-C6E4-40F1-8B3B-12B7BDB62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73</TotalTime>
  <Pages>1</Pages>
  <Words>6568</Words>
  <Characters>38755</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85</cp:revision>
  <cp:lastPrinted>2021-02-01T12:40:00Z</cp:lastPrinted>
  <dcterms:created xsi:type="dcterms:W3CDTF">2021-01-20T10:35:00Z</dcterms:created>
  <dcterms:modified xsi:type="dcterms:W3CDTF">2021-02-01T12:40:00Z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